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BE075" w14:textId="77777777" w:rsidR="00E16323" w:rsidRDefault="00E16323">
      <w:pPr>
        <w:pStyle w:val="Enttegche"/>
      </w:pPr>
      <w:bookmarkStart w:id="0" w:name="_Toc526222885"/>
      <w:bookmarkStart w:id="1" w:name="_Toc526222884"/>
      <w:bookmarkEnd w:id="0"/>
      <w:bookmarkEnd w:id="1"/>
    </w:p>
    <w:p w14:paraId="730EAD23" w14:textId="77777777" w:rsidR="00E16323" w:rsidRDefault="00E16323">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16323" w14:paraId="4679FDCE" w14:textId="77777777">
        <w:tc>
          <w:tcPr>
            <w:tcW w:w="4606" w:type="dxa"/>
            <w:tcMar>
              <w:top w:w="0" w:type="dxa"/>
              <w:left w:w="108" w:type="dxa"/>
              <w:bottom w:w="0" w:type="dxa"/>
              <w:right w:w="108" w:type="dxa"/>
            </w:tcMar>
          </w:tcPr>
          <w:p w14:paraId="1515003E" w14:textId="77777777" w:rsidR="00E16323" w:rsidRDefault="009C451F">
            <w:pPr>
              <w:pStyle w:val="RedaliaNormal"/>
            </w:pPr>
            <w:r>
              <w:rPr>
                <w:rFonts w:cs="Calibri"/>
                <w:noProof/>
              </w:rPr>
              <w:drawing>
                <wp:inline distT="0" distB="0" distL="0" distR="0" wp14:anchorId="720C210B" wp14:editId="565CAAB1">
                  <wp:extent cx="1285920" cy="1162110"/>
                  <wp:effectExtent l="0" t="0" r="9480" b="0"/>
                  <wp:docPr id="994549842"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61B70CFC" w14:textId="77777777" w:rsidR="00E16323" w:rsidRDefault="009C451F">
            <w:pPr>
              <w:pStyle w:val="RedaliaNormal"/>
              <w:jc w:val="right"/>
            </w:pPr>
            <w:r>
              <w:rPr>
                <w:rFonts w:cs="Calibri"/>
                <w:noProof/>
              </w:rPr>
              <w:drawing>
                <wp:inline distT="0" distB="0" distL="0" distR="0" wp14:anchorId="3C0D2058" wp14:editId="5E9E93DA">
                  <wp:extent cx="1123889" cy="1276228"/>
                  <wp:effectExtent l="0" t="0" r="61" b="122"/>
                  <wp:docPr id="831444700"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510AB501" w14:textId="77777777" w:rsidR="00E16323" w:rsidRDefault="00E16323">
      <w:pPr>
        <w:pStyle w:val="RedaliaNormal"/>
      </w:pPr>
    </w:p>
    <w:p w14:paraId="22CEDA28" w14:textId="77777777" w:rsidR="00E16323" w:rsidRDefault="00E16323">
      <w:pPr>
        <w:pStyle w:val="RedaliaNormal"/>
      </w:pPr>
    </w:p>
    <w:p w14:paraId="7493EE7E" w14:textId="77777777" w:rsidR="00E16323" w:rsidRDefault="00E16323">
      <w:pPr>
        <w:pStyle w:val="RedaliaNormal"/>
      </w:pPr>
    </w:p>
    <w:p w14:paraId="6A31604A" w14:textId="63F8EBA6" w:rsidR="00E16323" w:rsidRPr="00563EF6" w:rsidRDefault="009C451F">
      <w:pPr>
        <w:pStyle w:val="RedaliaNormal"/>
        <w:jc w:val="right"/>
        <w:rPr>
          <w:color w:val="C00000"/>
        </w:rPr>
      </w:pPr>
      <w:r>
        <w:t xml:space="preserve">Numéro de la consultation : </w:t>
      </w:r>
      <w:r w:rsidRPr="00563EF6">
        <w:rPr>
          <w:b/>
          <w:bCs/>
          <w:color w:val="C00000"/>
        </w:rPr>
        <w:t>2026</w:t>
      </w:r>
      <w:r w:rsidR="0087020E" w:rsidRPr="00563EF6">
        <w:rPr>
          <w:b/>
          <w:bCs/>
          <w:color w:val="C00000"/>
        </w:rPr>
        <w:t>AC000034</w:t>
      </w:r>
    </w:p>
    <w:p w14:paraId="0347F54A" w14:textId="77777777" w:rsidR="00E16323" w:rsidRDefault="00E16323">
      <w:pPr>
        <w:pStyle w:val="RedaliaNormal"/>
        <w:jc w:val="right"/>
      </w:pPr>
    </w:p>
    <w:p w14:paraId="7A99DBC4" w14:textId="14C6B4B1" w:rsidR="00E16323" w:rsidRPr="00F25F7D" w:rsidRDefault="009C451F">
      <w:pPr>
        <w:pStyle w:val="RedaliaNormal"/>
        <w:jc w:val="right"/>
        <w:rPr>
          <w:b/>
          <w:bCs/>
          <w:color w:val="C00000"/>
        </w:rPr>
      </w:pPr>
      <w:r>
        <w:t xml:space="preserve">Numéro du Contrat : </w:t>
      </w:r>
      <w:r w:rsidRPr="00F25F7D">
        <w:rPr>
          <w:b/>
          <w:bCs/>
          <w:color w:val="C00000"/>
        </w:rPr>
        <w:t>2026AC0000</w:t>
      </w:r>
      <w:r w:rsidR="0087020E" w:rsidRPr="00F25F7D">
        <w:rPr>
          <w:b/>
          <w:bCs/>
          <w:color w:val="C00000"/>
        </w:rPr>
        <w:t>34-</w:t>
      </w:r>
      <w:r w:rsidR="00F25F7D" w:rsidRPr="00F25F7D">
        <w:rPr>
          <w:b/>
          <w:bCs/>
          <w:color w:val="C00000"/>
        </w:rPr>
        <w:t>2</w:t>
      </w:r>
    </w:p>
    <w:p w14:paraId="7B90DDC5" w14:textId="77777777" w:rsidR="00E16323" w:rsidRDefault="00E16323">
      <w:pPr>
        <w:pStyle w:val="RedaliaNormal"/>
        <w:jc w:val="right"/>
      </w:pPr>
    </w:p>
    <w:p w14:paraId="7F98D12A" w14:textId="77777777" w:rsidR="00E16323" w:rsidRDefault="009C451F">
      <w:pPr>
        <w:pStyle w:val="RedaliaNormal"/>
        <w:jc w:val="right"/>
      </w:pPr>
      <w:r>
        <w:t>Service :</w:t>
      </w:r>
    </w:p>
    <w:p w14:paraId="249D292D" w14:textId="77777777" w:rsidR="00E16323" w:rsidRDefault="009C451F">
      <w:pPr>
        <w:pStyle w:val="RedaliaNormal"/>
        <w:jc w:val="right"/>
      </w:pPr>
      <w:r>
        <w:t>53 - Service Développement des Ressources Humaines</w:t>
      </w:r>
    </w:p>
    <w:p w14:paraId="3C4172FF" w14:textId="77777777" w:rsidR="00E16323" w:rsidRDefault="00E16323">
      <w:pPr>
        <w:pStyle w:val="RedaliaNormal"/>
        <w:jc w:val="right"/>
      </w:pPr>
    </w:p>
    <w:p w14:paraId="4014066E" w14:textId="7D5DCF3B" w:rsidR="00E16323" w:rsidRDefault="009C451F">
      <w:pPr>
        <w:pStyle w:val="RedaliaNormal"/>
        <w:jc w:val="right"/>
      </w:pPr>
      <w:r>
        <w:t>Montant maximal global : 40</w:t>
      </w:r>
      <w:r w:rsidR="00F25F7D">
        <w:t xml:space="preserve"> </w:t>
      </w:r>
      <w:r>
        <w:t>320 €TTC</w:t>
      </w:r>
    </w:p>
    <w:p w14:paraId="5B4791F6" w14:textId="77777777" w:rsidR="00E16323" w:rsidRDefault="00E16323">
      <w:pPr>
        <w:pStyle w:val="RedaliaNormal"/>
      </w:pPr>
    </w:p>
    <w:p w14:paraId="63B768B3" w14:textId="77777777" w:rsidR="00E16323" w:rsidRDefault="00E16323">
      <w:pPr>
        <w:pStyle w:val="RedaliaNormal"/>
      </w:pPr>
    </w:p>
    <w:p w14:paraId="0E388F2B" w14:textId="77777777" w:rsidR="00E16323" w:rsidRDefault="00E16323">
      <w:pPr>
        <w:pStyle w:val="RedaliaNormal"/>
        <w:pBdr>
          <w:top w:val="single" w:sz="4" w:space="1" w:color="000000"/>
          <w:left w:val="single" w:sz="4" w:space="1" w:color="000000"/>
          <w:bottom w:val="single" w:sz="4" w:space="1" w:color="000000"/>
          <w:right w:val="single" w:sz="4" w:space="1" w:color="000000"/>
        </w:pBdr>
        <w:shd w:val="clear" w:color="auto" w:fill="D9D9D9"/>
      </w:pPr>
    </w:p>
    <w:p w14:paraId="2AD92CEE" w14:textId="77777777" w:rsidR="00E16323" w:rsidRPr="0087020E" w:rsidRDefault="009C451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002060"/>
          <w:sz w:val="28"/>
          <w:szCs w:val="28"/>
        </w:rPr>
      </w:pPr>
      <w:r w:rsidRPr="0087020E">
        <w:rPr>
          <w:b/>
          <w:bCs/>
          <w:color w:val="002060"/>
          <w:sz w:val="28"/>
          <w:szCs w:val="28"/>
        </w:rPr>
        <w:t>ACTE D’ENGAGEMENT (AE)</w:t>
      </w:r>
    </w:p>
    <w:p w14:paraId="689D64CD" w14:textId="77777777" w:rsidR="00E16323" w:rsidRPr="0087020E" w:rsidRDefault="00E16323">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C00000"/>
          <w:sz w:val="28"/>
          <w:szCs w:val="28"/>
        </w:rPr>
      </w:pPr>
    </w:p>
    <w:p w14:paraId="7930EB1B" w14:textId="77777777" w:rsidR="00E16323" w:rsidRPr="0087020E" w:rsidRDefault="009C451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002060"/>
          <w:sz w:val="28"/>
          <w:szCs w:val="28"/>
        </w:rPr>
      </w:pPr>
      <w:r w:rsidRPr="0087020E">
        <w:rPr>
          <w:b/>
          <w:bCs/>
          <w:color w:val="002060"/>
          <w:sz w:val="28"/>
          <w:szCs w:val="28"/>
        </w:rPr>
        <w:t>FORMATIONS SUR L’INNOVATION EN LIEN AVEC LA TRANSITION ECOLOGIQUE</w:t>
      </w:r>
    </w:p>
    <w:p w14:paraId="70E70ADC" w14:textId="77777777" w:rsidR="0087020E" w:rsidRPr="0087020E" w:rsidRDefault="0087020E" w:rsidP="0087020E">
      <w:pPr>
        <w:pStyle w:val="RedaliaNormal"/>
        <w:pBdr>
          <w:top w:val="single" w:sz="4" w:space="1" w:color="000000"/>
          <w:left w:val="single" w:sz="4" w:space="1" w:color="000000"/>
          <w:bottom w:val="single" w:sz="4" w:space="1" w:color="000000"/>
          <w:right w:val="single" w:sz="4" w:space="1" w:color="000000"/>
        </w:pBdr>
        <w:shd w:val="clear" w:color="auto" w:fill="D9D9D9"/>
        <w:spacing w:before="0"/>
        <w:jc w:val="center"/>
        <w:rPr>
          <w:b/>
          <w:bCs/>
          <w:color w:val="002060"/>
          <w:sz w:val="28"/>
          <w:szCs w:val="28"/>
        </w:rPr>
      </w:pPr>
    </w:p>
    <w:p w14:paraId="77E55768" w14:textId="2744852E" w:rsidR="0087020E" w:rsidRPr="0087020E" w:rsidRDefault="00F25F7D">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C00000"/>
          <w:sz w:val="28"/>
          <w:szCs w:val="28"/>
        </w:rPr>
      </w:pPr>
      <w:r>
        <w:rPr>
          <w:b/>
          <w:bCs/>
          <w:color w:val="C00000"/>
          <w:sz w:val="28"/>
          <w:szCs w:val="28"/>
        </w:rPr>
        <w:t>INNOVATION POUR LES MANAGERS</w:t>
      </w:r>
      <w:r w:rsidR="0087020E" w:rsidRPr="0087020E">
        <w:rPr>
          <w:b/>
          <w:bCs/>
          <w:color w:val="C00000"/>
          <w:sz w:val="28"/>
          <w:szCs w:val="28"/>
        </w:rPr>
        <w:t xml:space="preserve"> (LOT </w:t>
      </w:r>
      <w:r>
        <w:rPr>
          <w:b/>
          <w:bCs/>
          <w:color w:val="C00000"/>
          <w:sz w:val="28"/>
          <w:szCs w:val="28"/>
        </w:rPr>
        <w:t>2</w:t>
      </w:r>
      <w:r w:rsidR="0087020E" w:rsidRPr="0087020E">
        <w:rPr>
          <w:b/>
          <w:bCs/>
          <w:color w:val="C00000"/>
          <w:sz w:val="28"/>
          <w:szCs w:val="28"/>
        </w:rPr>
        <w:t>)</w:t>
      </w:r>
    </w:p>
    <w:p w14:paraId="64B85475" w14:textId="77777777" w:rsidR="00E16323" w:rsidRDefault="00E16323">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0E8CEAD8" w14:textId="77777777" w:rsidR="00E16323" w:rsidRDefault="00E16323">
      <w:pPr>
        <w:pStyle w:val="RedaliaNormal"/>
      </w:pPr>
    </w:p>
    <w:p w14:paraId="4F1A07E1" w14:textId="77777777" w:rsidR="00E16323" w:rsidRDefault="00E16323">
      <w:pPr>
        <w:pStyle w:val="RedaliaNormal"/>
      </w:pPr>
    </w:p>
    <w:p w14:paraId="34AD3169" w14:textId="77777777" w:rsidR="00E16323" w:rsidRDefault="00E16323">
      <w:pPr>
        <w:pStyle w:val="RedaliaNormal"/>
        <w:jc w:val="center"/>
        <w:rPr>
          <w:b/>
          <w:bCs/>
          <w:sz w:val="24"/>
          <w:szCs w:val="24"/>
        </w:rPr>
      </w:pPr>
    </w:p>
    <w:p w14:paraId="734D477B" w14:textId="77777777" w:rsidR="00E16323" w:rsidRDefault="00E16323">
      <w:pPr>
        <w:pStyle w:val="RedaliaNormal"/>
        <w:pageBreakBefore/>
      </w:pPr>
    </w:p>
    <w:p w14:paraId="76BC3EAE" w14:textId="77777777" w:rsidR="00E16323" w:rsidRDefault="009C451F">
      <w:pPr>
        <w:pStyle w:val="RdaliaTitreparagraphe"/>
      </w:pPr>
      <w:r>
        <w:t>Acheteur</w:t>
      </w:r>
    </w:p>
    <w:p w14:paraId="2EBD82F0" w14:textId="77777777" w:rsidR="00E16323" w:rsidRDefault="009C451F">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3754F00E" w14:textId="77777777" w:rsidR="00E16323" w:rsidRDefault="009C451F">
      <w:pPr>
        <w:pStyle w:val="RedaliaNormal"/>
      </w:pPr>
      <w:r>
        <w:t>20 Avenue du Grésillé – BP 90406 – 49004 ANGERS Cédex 01 inscrite au registre du commerce d’ANGERS sous le n° 385 290 309</w:t>
      </w:r>
    </w:p>
    <w:p w14:paraId="508A0BC5" w14:textId="77777777" w:rsidR="00E16323" w:rsidRDefault="009C451F">
      <w:pPr>
        <w:pStyle w:val="RedaliaNormal"/>
      </w:pPr>
      <w:proofErr w:type="gramStart"/>
      <w:r>
        <w:t>représentée</w:t>
      </w:r>
      <w:proofErr w:type="gramEnd"/>
      <w:r>
        <w:t xml:space="preserve"> par Madame Patricia BLANC</w:t>
      </w:r>
    </w:p>
    <w:p w14:paraId="5AF277BB" w14:textId="77777777" w:rsidR="00E16323" w:rsidRDefault="009C451F">
      <w:pPr>
        <w:pStyle w:val="RedaliaNormal"/>
      </w:pPr>
      <w:proofErr w:type="gramStart"/>
      <w:r>
        <w:t>agissant</w:t>
      </w:r>
      <w:proofErr w:type="gramEnd"/>
      <w:r>
        <w:t xml:space="preserve"> en qualité de Directrice générale déléguée</w:t>
      </w:r>
    </w:p>
    <w:p w14:paraId="22E821BE" w14:textId="77777777" w:rsidR="00E16323" w:rsidRDefault="00E16323">
      <w:pPr>
        <w:pStyle w:val="RedaliaNormal"/>
      </w:pPr>
    </w:p>
    <w:p w14:paraId="3E634393" w14:textId="77777777" w:rsidR="00E16323" w:rsidRDefault="009C451F">
      <w:pPr>
        <w:pStyle w:val="RedaliaNormal"/>
      </w:pPr>
      <w:proofErr w:type="gramStart"/>
      <w:r>
        <w:t>désignée</w:t>
      </w:r>
      <w:proofErr w:type="gramEnd"/>
      <w:r>
        <w:t xml:space="preserve"> ci-après par </w:t>
      </w:r>
      <w:r>
        <w:rPr>
          <w:b/>
          <w:bCs/>
        </w:rPr>
        <w:t>« l'ADEME »</w:t>
      </w:r>
    </w:p>
    <w:p w14:paraId="0124382C" w14:textId="77777777" w:rsidR="00E16323" w:rsidRDefault="009C451F">
      <w:pPr>
        <w:pStyle w:val="RedaliaNormal"/>
      </w:pPr>
      <w:proofErr w:type="gramStart"/>
      <w:r>
        <w:t>d’une</w:t>
      </w:r>
      <w:proofErr w:type="gramEnd"/>
      <w:r>
        <w:t xml:space="preserve"> part</w:t>
      </w:r>
    </w:p>
    <w:p w14:paraId="658B9453" w14:textId="77777777" w:rsidR="00E16323" w:rsidRDefault="00E16323">
      <w:pPr>
        <w:pStyle w:val="RedaliaNormal"/>
      </w:pPr>
    </w:p>
    <w:p w14:paraId="36C611AA" w14:textId="77777777" w:rsidR="00E16323" w:rsidRDefault="009C451F">
      <w:pPr>
        <w:pStyle w:val="RedaliaNormal"/>
        <w:rPr>
          <w:b/>
          <w:bCs/>
        </w:rPr>
      </w:pPr>
      <w:r>
        <w:rPr>
          <w:b/>
          <w:bCs/>
        </w:rPr>
        <w:t>Et :</w:t>
      </w:r>
    </w:p>
    <w:p w14:paraId="67A08012" w14:textId="77777777" w:rsidR="00E16323" w:rsidRDefault="00E16323">
      <w:pPr>
        <w:pStyle w:val="RedaliaNormal"/>
      </w:pPr>
    </w:p>
    <w:p w14:paraId="135E202A" w14:textId="77777777" w:rsidR="00E16323" w:rsidRDefault="009C451F">
      <w:pPr>
        <w:pStyle w:val="RedaliaNormal"/>
      </w:pPr>
      <w:r>
        <w:t>La société, forme juridique : ………………………………………………………………………….</w:t>
      </w:r>
    </w:p>
    <w:p w14:paraId="1D0494C5" w14:textId="77777777" w:rsidR="00E16323" w:rsidRDefault="009C451F">
      <w:pPr>
        <w:pStyle w:val="RedaliaNormal"/>
      </w:pPr>
      <w:r>
        <w:t>Siège social : ………………………………………………………………………………………...…</w:t>
      </w:r>
    </w:p>
    <w:p w14:paraId="53CC152B" w14:textId="77777777" w:rsidR="00E16323" w:rsidRDefault="009C451F">
      <w:pPr>
        <w:pStyle w:val="RedaliaNormal"/>
      </w:pPr>
      <w:r>
        <w:t>N° SIRET : ………………………………………………………………………………………………</w:t>
      </w:r>
    </w:p>
    <w:p w14:paraId="5754F706" w14:textId="77777777" w:rsidR="00E16323" w:rsidRDefault="009C451F">
      <w:pPr>
        <w:pStyle w:val="RedaliaNormal"/>
      </w:pPr>
      <w:proofErr w:type="gramStart"/>
      <w:r>
        <w:t>représentée</w:t>
      </w:r>
      <w:proofErr w:type="gramEnd"/>
      <w:r>
        <w:t xml:space="preserve"> par : ……………………………………………………………………………………....</w:t>
      </w:r>
    </w:p>
    <w:p w14:paraId="71958A4D" w14:textId="77777777" w:rsidR="00E16323" w:rsidRDefault="009C451F">
      <w:pPr>
        <w:pStyle w:val="RedaliaNormal"/>
      </w:pPr>
      <w:proofErr w:type="gramStart"/>
      <w:r>
        <w:t>agissant</w:t>
      </w:r>
      <w:proofErr w:type="gramEnd"/>
      <w:r>
        <w:t xml:space="preserve"> en qualité de : …………………………………………………………………………</w:t>
      </w:r>
      <w:proofErr w:type="gramStart"/>
      <w:r>
        <w:t>…….</w:t>
      </w:r>
      <w:proofErr w:type="gramEnd"/>
      <w:r>
        <w:t>.</w:t>
      </w:r>
    </w:p>
    <w:p w14:paraId="10E7A61C" w14:textId="77777777" w:rsidR="00E16323" w:rsidRDefault="00E16323">
      <w:pPr>
        <w:pStyle w:val="RedaliaNormal"/>
      </w:pPr>
    </w:p>
    <w:p w14:paraId="21DC36A6" w14:textId="77777777" w:rsidR="00E16323" w:rsidRDefault="009C451F">
      <w:pPr>
        <w:pStyle w:val="RedaliaNormal"/>
      </w:pPr>
      <w:proofErr w:type="gramStart"/>
      <w:r>
        <w:t>désignée</w:t>
      </w:r>
      <w:proofErr w:type="gramEnd"/>
      <w:r>
        <w:t xml:space="preserve"> ci-après par </w:t>
      </w:r>
      <w:r>
        <w:rPr>
          <w:b/>
          <w:bCs/>
        </w:rPr>
        <w:t>« le titulaire »</w:t>
      </w:r>
    </w:p>
    <w:p w14:paraId="182933CE" w14:textId="77777777" w:rsidR="00E16323" w:rsidRDefault="009C451F">
      <w:pPr>
        <w:pStyle w:val="RedaliaNormal"/>
      </w:pPr>
      <w:proofErr w:type="gramStart"/>
      <w:r>
        <w:t>d'autre</w:t>
      </w:r>
      <w:proofErr w:type="gramEnd"/>
      <w:r>
        <w:t xml:space="preserve"> part.</w:t>
      </w:r>
    </w:p>
    <w:p w14:paraId="7FB533D5" w14:textId="77777777" w:rsidR="00E16323" w:rsidRDefault="00E16323">
      <w:pPr>
        <w:pStyle w:val="RedaliaNormal"/>
      </w:pPr>
    </w:p>
    <w:p w14:paraId="659275F3" w14:textId="77777777" w:rsidR="00E16323" w:rsidRDefault="00E16323">
      <w:pPr>
        <w:pStyle w:val="RedaliaNormal"/>
      </w:pPr>
    </w:p>
    <w:p w14:paraId="3EC3E9FB" w14:textId="77777777" w:rsidR="00E16323" w:rsidRDefault="009C451F">
      <w:pPr>
        <w:pStyle w:val="RedaliaNormal"/>
        <w:rPr>
          <w:b/>
          <w:bCs/>
        </w:rPr>
      </w:pPr>
      <w:r>
        <w:rPr>
          <w:b/>
          <w:bCs/>
        </w:rPr>
        <w:t>Ci-après désignées individuellement par la « Partie » ou collectivement par les « Parties ».</w:t>
      </w:r>
    </w:p>
    <w:p w14:paraId="7CF421F0" w14:textId="77777777" w:rsidR="00E16323" w:rsidRDefault="00E16323">
      <w:pPr>
        <w:pStyle w:val="RedaliaNormal"/>
        <w:rPr>
          <w:b/>
          <w:bCs/>
        </w:rPr>
      </w:pPr>
    </w:p>
    <w:p w14:paraId="3CC6F9A3" w14:textId="77777777" w:rsidR="00E16323" w:rsidRDefault="00E16323">
      <w:pPr>
        <w:pStyle w:val="RedaliaNormal"/>
      </w:pPr>
    </w:p>
    <w:p w14:paraId="3863A906" w14:textId="77777777" w:rsidR="00E16323" w:rsidRDefault="00E16323">
      <w:pPr>
        <w:pStyle w:val="RedaliaNormal"/>
      </w:pPr>
    </w:p>
    <w:p w14:paraId="6258179B" w14:textId="77777777" w:rsidR="00E16323" w:rsidRDefault="00E16323">
      <w:pPr>
        <w:pStyle w:val="RedaliaNormal"/>
        <w:pageBreakBefore/>
      </w:pPr>
    </w:p>
    <w:p w14:paraId="688E79A3" w14:textId="77777777" w:rsidR="00E16323" w:rsidRDefault="009C451F">
      <w:pPr>
        <w:pStyle w:val="RdaliaTitredossier"/>
      </w:pPr>
      <w:r>
        <w:t>Sommaire</w:t>
      </w:r>
    </w:p>
    <w:p w14:paraId="37BB906D" w14:textId="02B72653" w:rsidR="00563EF6" w:rsidRDefault="009C451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21281028" w:history="1">
        <w:r w:rsidR="00563EF6" w:rsidRPr="00903F56">
          <w:rPr>
            <w:rStyle w:val="Lienhypertexte"/>
            <w:noProof/>
          </w:rPr>
          <w:t>1.</w:t>
        </w:r>
        <w:r w:rsidR="00563EF6">
          <w:rPr>
            <w:rFonts w:asciiTheme="minorHAnsi" w:eastAsiaTheme="minorEastAsia" w:hAnsiTheme="minorHAnsi" w:cstheme="minorBidi"/>
            <w:b w:val="0"/>
            <w:noProof/>
            <w:kern w:val="2"/>
            <w:szCs w:val="24"/>
            <w14:ligatures w14:val="standardContextual"/>
          </w:rPr>
          <w:tab/>
        </w:r>
        <w:r w:rsidR="00563EF6" w:rsidRPr="00903F56">
          <w:rPr>
            <w:rStyle w:val="Lienhypertexte"/>
            <w:noProof/>
          </w:rPr>
          <w:t>Contractant</w:t>
        </w:r>
        <w:r w:rsidR="00563EF6">
          <w:rPr>
            <w:noProof/>
          </w:rPr>
          <w:tab/>
        </w:r>
        <w:r w:rsidR="00563EF6">
          <w:rPr>
            <w:noProof/>
          </w:rPr>
          <w:fldChar w:fldCharType="begin"/>
        </w:r>
        <w:r w:rsidR="00563EF6">
          <w:rPr>
            <w:noProof/>
          </w:rPr>
          <w:instrText xml:space="preserve"> PAGEREF _Toc221281028 \h </w:instrText>
        </w:r>
        <w:r w:rsidR="00563EF6">
          <w:rPr>
            <w:noProof/>
          </w:rPr>
        </w:r>
        <w:r w:rsidR="00563EF6">
          <w:rPr>
            <w:noProof/>
          </w:rPr>
          <w:fldChar w:fldCharType="separate"/>
        </w:r>
        <w:r w:rsidR="00563EF6">
          <w:rPr>
            <w:noProof/>
          </w:rPr>
          <w:t>4</w:t>
        </w:r>
        <w:r w:rsidR="00563EF6">
          <w:rPr>
            <w:noProof/>
          </w:rPr>
          <w:fldChar w:fldCharType="end"/>
        </w:r>
      </w:hyperlink>
    </w:p>
    <w:p w14:paraId="31A06B82" w14:textId="5F623589" w:rsidR="00563EF6" w:rsidRDefault="00563EF6">
      <w:pPr>
        <w:pStyle w:val="TM1"/>
        <w:tabs>
          <w:tab w:val="left" w:pos="601"/>
        </w:tabs>
        <w:rPr>
          <w:rFonts w:asciiTheme="minorHAnsi" w:eastAsiaTheme="minorEastAsia" w:hAnsiTheme="minorHAnsi" w:cstheme="minorBidi"/>
          <w:b w:val="0"/>
          <w:noProof/>
          <w:kern w:val="2"/>
          <w:szCs w:val="24"/>
          <w14:ligatures w14:val="standardContextual"/>
        </w:rPr>
      </w:pPr>
      <w:hyperlink w:anchor="_Toc221281029" w:history="1">
        <w:r w:rsidRPr="00903F56">
          <w:rPr>
            <w:rStyle w:val="Lienhypertexte"/>
            <w:noProof/>
          </w:rPr>
          <w:t>2.</w:t>
        </w:r>
        <w:r>
          <w:rPr>
            <w:rFonts w:asciiTheme="minorHAnsi" w:eastAsiaTheme="minorEastAsia" w:hAnsiTheme="minorHAnsi" w:cstheme="minorBidi"/>
            <w:b w:val="0"/>
            <w:noProof/>
            <w:kern w:val="2"/>
            <w:szCs w:val="24"/>
            <w14:ligatures w14:val="standardContextual"/>
          </w:rPr>
          <w:tab/>
        </w:r>
        <w:r w:rsidRPr="00903F56">
          <w:rPr>
            <w:rStyle w:val="Lienhypertexte"/>
            <w:noProof/>
          </w:rPr>
          <w:t>Objet de l'accord-cadre</w:t>
        </w:r>
        <w:r>
          <w:rPr>
            <w:noProof/>
          </w:rPr>
          <w:tab/>
        </w:r>
        <w:r>
          <w:rPr>
            <w:noProof/>
          </w:rPr>
          <w:fldChar w:fldCharType="begin"/>
        </w:r>
        <w:r>
          <w:rPr>
            <w:noProof/>
          </w:rPr>
          <w:instrText xml:space="preserve"> PAGEREF _Toc221281029 \h </w:instrText>
        </w:r>
        <w:r>
          <w:rPr>
            <w:noProof/>
          </w:rPr>
        </w:r>
        <w:r>
          <w:rPr>
            <w:noProof/>
          </w:rPr>
          <w:fldChar w:fldCharType="separate"/>
        </w:r>
        <w:r>
          <w:rPr>
            <w:noProof/>
          </w:rPr>
          <w:t>5</w:t>
        </w:r>
        <w:r>
          <w:rPr>
            <w:noProof/>
          </w:rPr>
          <w:fldChar w:fldCharType="end"/>
        </w:r>
      </w:hyperlink>
    </w:p>
    <w:p w14:paraId="72491FC2" w14:textId="5BE400F6" w:rsidR="00563EF6" w:rsidRDefault="00563EF6">
      <w:pPr>
        <w:pStyle w:val="TM2"/>
        <w:tabs>
          <w:tab w:val="left" w:pos="799"/>
        </w:tabs>
        <w:rPr>
          <w:rFonts w:asciiTheme="minorHAnsi" w:eastAsiaTheme="minorEastAsia" w:hAnsiTheme="minorHAnsi" w:cstheme="minorBidi"/>
          <w:noProof/>
          <w:kern w:val="2"/>
          <w:sz w:val="24"/>
          <w:szCs w:val="24"/>
          <w14:ligatures w14:val="standardContextual"/>
        </w:rPr>
      </w:pPr>
      <w:hyperlink w:anchor="_Toc221281030" w:history="1">
        <w:r w:rsidRPr="00903F56">
          <w:rPr>
            <w:rStyle w:val="Lienhypertexte"/>
            <w:noProof/>
          </w:rPr>
          <w:t>2.1</w:t>
        </w:r>
        <w:r>
          <w:rPr>
            <w:rFonts w:asciiTheme="minorHAnsi" w:eastAsiaTheme="minorEastAsia" w:hAnsiTheme="minorHAnsi" w:cstheme="minorBidi"/>
            <w:noProof/>
            <w:kern w:val="2"/>
            <w:sz w:val="24"/>
            <w:szCs w:val="24"/>
            <w14:ligatures w14:val="standardContextual"/>
          </w:rPr>
          <w:tab/>
        </w:r>
        <w:r w:rsidRPr="00903F56">
          <w:rPr>
            <w:rStyle w:val="Lienhypertexte"/>
            <w:noProof/>
          </w:rPr>
          <w:t>Décomposition en lots et fractionnement à bons de commande</w:t>
        </w:r>
        <w:r>
          <w:rPr>
            <w:noProof/>
          </w:rPr>
          <w:tab/>
        </w:r>
        <w:r>
          <w:rPr>
            <w:noProof/>
          </w:rPr>
          <w:fldChar w:fldCharType="begin"/>
        </w:r>
        <w:r>
          <w:rPr>
            <w:noProof/>
          </w:rPr>
          <w:instrText xml:space="preserve"> PAGEREF _Toc221281030 \h </w:instrText>
        </w:r>
        <w:r>
          <w:rPr>
            <w:noProof/>
          </w:rPr>
        </w:r>
        <w:r>
          <w:rPr>
            <w:noProof/>
          </w:rPr>
          <w:fldChar w:fldCharType="separate"/>
        </w:r>
        <w:r>
          <w:rPr>
            <w:noProof/>
          </w:rPr>
          <w:t>5</w:t>
        </w:r>
        <w:r>
          <w:rPr>
            <w:noProof/>
          </w:rPr>
          <w:fldChar w:fldCharType="end"/>
        </w:r>
      </w:hyperlink>
    </w:p>
    <w:p w14:paraId="7A5444E4" w14:textId="5A65DA7D" w:rsidR="00563EF6" w:rsidRDefault="00563EF6">
      <w:pPr>
        <w:pStyle w:val="TM1"/>
        <w:tabs>
          <w:tab w:val="left" w:pos="601"/>
        </w:tabs>
        <w:rPr>
          <w:rFonts w:asciiTheme="minorHAnsi" w:eastAsiaTheme="minorEastAsia" w:hAnsiTheme="minorHAnsi" w:cstheme="minorBidi"/>
          <w:b w:val="0"/>
          <w:noProof/>
          <w:kern w:val="2"/>
          <w:szCs w:val="24"/>
          <w14:ligatures w14:val="standardContextual"/>
        </w:rPr>
      </w:pPr>
      <w:hyperlink w:anchor="_Toc221281031" w:history="1">
        <w:r w:rsidRPr="00903F56">
          <w:rPr>
            <w:rStyle w:val="Lienhypertexte"/>
            <w:noProof/>
          </w:rPr>
          <w:t>3.</w:t>
        </w:r>
        <w:r>
          <w:rPr>
            <w:rFonts w:asciiTheme="minorHAnsi" w:eastAsiaTheme="minorEastAsia" w:hAnsiTheme="minorHAnsi" w:cstheme="minorBidi"/>
            <w:b w:val="0"/>
            <w:noProof/>
            <w:kern w:val="2"/>
            <w:szCs w:val="24"/>
            <w14:ligatures w14:val="standardContextual"/>
          </w:rPr>
          <w:tab/>
        </w:r>
        <w:r w:rsidRPr="00903F56">
          <w:rPr>
            <w:rStyle w:val="Lienhypertexte"/>
            <w:noProof/>
          </w:rPr>
          <w:t>Durée de l'accord-cadre – Délais d’exécution</w:t>
        </w:r>
        <w:r>
          <w:rPr>
            <w:noProof/>
          </w:rPr>
          <w:tab/>
        </w:r>
        <w:r>
          <w:rPr>
            <w:noProof/>
          </w:rPr>
          <w:fldChar w:fldCharType="begin"/>
        </w:r>
        <w:r>
          <w:rPr>
            <w:noProof/>
          </w:rPr>
          <w:instrText xml:space="preserve"> PAGEREF _Toc221281031 \h </w:instrText>
        </w:r>
        <w:r>
          <w:rPr>
            <w:noProof/>
          </w:rPr>
        </w:r>
        <w:r>
          <w:rPr>
            <w:noProof/>
          </w:rPr>
          <w:fldChar w:fldCharType="separate"/>
        </w:r>
        <w:r>
          <w:rPr>
            <w:noProof/>
          </w:rPr>
          <w:t>5</w:t>
        </w:r>
        <w:r>
          <w:rPr>
            <w:noProof/>
          </w:rPr>
          <w:fldChar w:fldCharType="end"/>
        </w:r>
      </w:hyperlink>
    </w:p>
    <w:p w14:paraId="0DE3E2EE" w14:textId="7AC80F31" w:rsidR="00563EF6" w:rsidRDefault="00563EF6">
      <w:pPr>
        <w:pStyle w:val="TM2"/>
        <w:tabs>
          <w:tab w:val="left" w:pos="799"/>
        </w:tabs>
        <w:rPr>
          <w:rFonts w:asciiTheme="minorHAnsi" w:eastAsiaTheme="minorEastAsia" w:hAnsiTheme="minorHAnsi" w:cstheme="minorBidi"/>
          <w:noProof/>
          <w:kern w:val="2"/>
          <w:sz w:val="24"/>
          <w:szCs w:val="24"/>
          <w14:ligatures w14:val="standardContextual"/>
        </w:rPr>
      </w:pPr>
      <w:hyperlink w:anchor="_Toc221281032" w:history="1">
        <w:r w:rsidRPr="00903F56">
          <w:rPr>
            <w:rStyle w:val="Lienhypertexte"/>
            <w:noProof/>
          </w:rPr>
          <w:t>3.1</w:t>
        </w:r>
        <w:r>
          <w:rPr>
            <w:rFonts w:asciiTheme="minorHAnsi" w:eastAsiaTheme="minorEastAsia" w:hAnsiTheme="minorHAnsi" w:cstheme="minorBidi"/>
            <w:noProof/>
            <w:kern w:val="2"/>
            <w:sz w:val="24"/>
            <w:szCs w:val="24"/>
            <w14:ligatures w14:val="standardContextual"/>
          </w:rPr>
          <w:tab/>
        </w:r>
        <w:r w:rsidRPr="00903F56">
          <w:rPr>
            <w:rStyle w:val="Lienhypertexte"/>
            <w:noProof/>
          </w:rPr>
          <w:t>Reconduction</w:t>
        </w:r>
        <w:r>
          <w:rPr>
            <w:noProof/>
          </w:rPr>
          <w:tab/>
        </w:r>
        <w:r>
          <w:rPr>
            <w:noProof/>
          </w:rPr>
          <w:fldChar w:fldCharType="begin"/>
        </w:r>
        <w:r>
          <w:rPr>
            <w:noProof/>
          </w:rPr>
          <w:instrText xml:space="preserve"> PAGEREF _Toc221281032 \h </w:instrText>
        </w:r>
        <w:r>
          <w:rPr>
            <w:noProof/>
          </w:rPr>
        </w:r>
        <w:r>
          <w:rPr>
            <w:noProof/>
          </w:rPr>
          <w:fldChar w:fldCharType="separate"/>
        </w:r>
        <w:r>
          <w:rPr>
            <w:noProof/>
          </w:rPr>
          <w:t>5</w:t>
        </w:r>
        <w:r>
          <w:rPr>
            <w:noProof/>
          </w:rPr>
          <w:fldChar w:fldCharType="end"/>
        </w:r>
      </w:hyperlink>
    </w:p>
    <w:p w14:paraId="7A8580ED" w14:textId="3EAB1983" w:rsidR="00563EF6" w:rsidRDefault="00563EF6">
      <w:pPr>
        <w:pStyle w:val="TM1"/>
        <w:tabs>
          <w:tab w:val="left" w:pos="601"/>
        </w:tabs>
        <w:rPr>
          <w:rFonts w:asciiTheme="minorHAnsi" w:eastAsiaTheme="minorEastAsia" w:hAnsiTheme="minorHAnsi" w:cstheme="minorBidi"/>
          <w:b w:val="0"/>
          <w:noProof/>
          <w:kern w:val="2"/>
          <w:szCs w:val="24"/>
          <w14:ligatures w14:val="standardContextual"/>
        </w:rPr>
      </w:pPr>
      <w:hyperlink w:anchor="_Toc221281033" w:history="1">
        <w:r w:rsidRPr="00903F56">
          <w:rPr>
            <w:rStyle w:val="Lienhypertexte"/>
            <w:noProof/>
          </w:rPr>
          <w:t>4.</w:t>
        </w:r>
        <w:r>
          <w:rPr>
            <w:rFonts w:asciiTheme="minorHAnsi" w:eastAsiaTheme="minorEastAsia" w:hAnsiTheme="minorHAnsi" w:cstheme="minorBidi"/>
            <w:b w:val="0"/>
            <w:noProof/>
            <w:kern w:val="2"/>
            <w:szCs w:val="24"/>
            <w14:ligatures w14:val="standardContextual"/>
          </w:rPr>
          <w:tab/>
        </w:r>
        <w:r w:rsidRPr="00903F56">
          <w:rPr>
            <w:rStyle w:val="Lienhypertexte"/>
            <w:noProof/>
          </w:rPr>
          <w:t>Dispositions financières</w:t>
        </w:r>
        <w:r>
          <w:rPr>
            <w:noProof/>
          </w:rPr>
          <w:tab/>
        </w:r>
        <w:r>
          <w:rPr>
            <w:noProof/>
          </w:rPr>
          <w:fldChar w:fldCharType="begin"/>
        </w:r>
        <w:r>
          <w:rPr>
            <w:noProof/>
          </w:rPr>
          <w:instrText xml:space="preserve"> PAGEREF _Toc221281033 \h </w:instrText>
        </w:r>
        <w:r>
          <w:rPr>
            <w:noProof/>
          </w:rPr>
        </w:r>
        <w:r>
          <w:rPr>
            <w:noProof/>
          </w:rPr>
          <w:fldChar w:fldCharType="separate"/>
        </w:r>
        <w:r>
          <w:rPr>
            <w:noProof/>
          </w:rPr>
          <w:t>6</w:t>
        </w:r>
        <w:r>
          <w:rPr>
            <w:noProof/>
          </w:rPr>
          <w:fldChar w:fldCharType="end"/>
        </w:r>
      </w:hyperlink>
    </w:p>
    <w:p w14:paraId="6EAFF456" w14:textId="737F0E92" w:rsidR="00563EF6" w:rsidRDefault="00563EF6">
      <w:pPr>
        <w:pStyle w:val="TM2"/>
        <w:tabs>
          <w:tab w:val="left" w:pos="799"/>
        </w:tabs>
        <w:rPr>
          <w:rFonts w:asciiTheme="minorHAnsi" w:eastAsiaTheme="minorEastAsia" w:hAnsiTheme="minorHAnsi" w:cstheme="minorBidi"/>
          <w:noProof/>
          <w:kern w:val="2"/>
          <w:sz w:val="24"/>
          <w:szCs w:val="24"/>
          <w14:ligatures w14:val="standardContextual"/>
        </w:rPr>
      </w:pPr>
      <w:hyperlink w:anchor="_Toc221281034" w:history="1">
        <w:r w:rsidRPr="00903F56">
          <w:rPr>
            <w:rStyle w:val="Lienhypertexte"/>
            <w:noProof/>
          </w:rPr>
          <w:t>4.1</w:t>
        </w:r>
        <w:r>
          <w:rPr>
            <w:rFonts w:asciiTheme="minorHAnsi" w:eastAsiaTheme="minorEastAsia" w:hAnsiTheme="minorHAnsi" w:cstheme="minorBidi"/>
            <w:noProof/>
            <w:kern w:val="2"/>
            <w:sz w:val="24"/>
            <w:szCs w:val="24"/>
            <w14:ligatures w14:val="standardContextual"/>
          </w:rPr>
          <w:tab/>
        </w:r>
        <w:r w:rsidRPr="00903F56">
          <w:rPr>
            <w:rStyle w:val="Lienhypertexte"/>
            <w:noProof/>
          </w:rPr>
          <w:t>Montant de la rémunération</w:t>
        </w:r>
        <w:r>
          <w:rPr>
            <w:noProof/>
          </w:rPr>
          <w:tab/>
        </w:r>
        <w:r>
          <w:rPr>
            <w:noProof/>
          </w:rPr>
          <w:fldChar w:fldCharType="begin"/>
        </w:r>
        <w:r>
          <w:rPr>
            <w:noProof/>
          </w:rPr>
          <w:instrText xml:space="preserve"> PAGEREF _Toc221281034 \h </w:instrText>
        </w:r>
        <w:r>
          <w:rPr>
            <w:noProof/>
          </w:rPr>
        </w:r>
        <w:r>
          <w:rPr>
            <w:noProof/>
          </w:rPr>
          <w:fldChar w:fldCharType="separate"/>
        </w:r>
        <w:r>
          <w:rPr>
            <w:noProof/>
          </w:rPr>
          <w:t>6</w:t>
        </w:r>
        <w:r>
          <w:rPr>
            <w:noProof/>
          </w:rPr>
          <w:fldChar w:fldCharType="end"/>
        </w:r>
      </w:hyperlink>
    </w:p>
    <w:p w14:paraId="6F3D8B57" w14:textId="1298F357" w:rsidR="00563EF6" w:rsidRDefault="00563EF6">
      <w:pPr>
        <w:pStyle w:val="TM2"/>
        <w:tabs>
          <w:tab w:val="left" w:pos="799"/>
        </w:tabs>
        <w:rPr>
          <w:rFonts w:asciiTheme="minorHAnsi" w:eastAsiaTheme="minorEastAsia" w:hAnsiTheme="minorHAnsi" w:cstheme="minorBidi"/>
          <w:noProof/>
          <w:kern w:val="2"/>
          <w:sz w:val="24"/>
          <w:szCs w:val="24"/>
          <w14:ligatures w14:val="standardContextual"/>
        </w:rPr>
      </w:pPr>
      <w:hyperlink w:anchor="_Toc221281035" w:history="1">
        <w:r w:rsidRPr="00903F56">
          <w:rPr>
            <w:rStyle w:val="Lienhypertexte"/>
            <w:noProof/>
          </w:rPr>
          <w:t>4.2</w:t>
        </w:r>
        <w:r>
          <w:rPr>
            <w:rFonts w:asciiTheme="minorHAnsi" w:eastAsiaTheme="minorEastAsia" w:hAnsiTheme="minorHAnsi" w:cstheme="minorBidi"/>
            <w:noProof/>
            <w:kern w:val="2"/>
            <w:sz w:val="24"/>
            <w:szCs w:val="24"/>
            <w14:ligatures w14:val="standardContextual"/>
          </w:rPr>
          <w:tab/>
        </w:r>
        <w:r w:rsidRPr="00903F56">
          <w:rPr>
            <w:rStyle w:val="Lienhypertexte"/>
            <w:noProof/>
          </w:rPr>
          <w:t>Modalités de versement de la rémunération</w:t>
        </w:r>
        <w:r>
          <w:rPr>
            <w:noProof/>
          </w:rPr>
          <w:tab/>
        </w:r>
        <w:r>
          <w:rPr>
            <w:noProof/>
          </w:rPr>
          <w:fldChar w:fldCharType="begin"/>
        </w:r>
        <w:r>
          <w:rPr>
            <w:noProof/>
          </w:rPr>
          <w:instrText xml:space="preserve"> PAGEREF _Toc221281035 \h </w:instrText>
        </w:r>
        <w:r>
          <w:rPr>
            <w:noProof/>
          </w:rPr>
        </w:r>
        <w:r>
          <w:rPr>
            <w:noProof/>
          </w:rPr>
          <w:fldChar w:fldCharType="separate"/>
        </w:r>
        <w:r>
          <w:rPr>
            <w:noProof/>
          </w:rPr>
          <w:t>6</w:t>
        </w:r>
        <w:r>
          <w:rPr>
            <w:noProof/>
          </w:rPr>
          <w:fldChar w:fldCharType="end"/>
        </w:r>
      </w:hyperlink>
    </w:p>
    <w:p w14:paraId="27176B70" w14:textId="1817E9C0" w:rsidR="00563EF6" w:rsidRDefault="00563EF6">
      <w:pPr>
        <w:pStyle w:val="TM1"/>
        <w:tabs>
          <w:tab w:val="left" w:pos="601"/>
        </w:tabs>
        <w:rPr>
          <w:rFonts w:asciiTheme="minorHAnsi" w:eastAsiaTheme="minorEastAsia" w:hAnsiTheme="minorHAnsi" w:cstheme="minorBidi"/>
          <w:b w:val="0"/>
          <w:noProof/>
          <w:kern w:val="2"/>
          <w:szCs w:val="24"/>
          <w14:ligatures w14:val="standardContextual"/>
        </w:rPr>
      </w:pPr>
      <w:hyperlink w:anchor="_Toc221281036" w:history="1">
        <w:r w:rsidRPr="00903F56">
          <w:rPr>
            <w:rStyle w:val="Lienhypertexte"/>
            <w:noProof/>
          </w:rPr>
          <w:t>5.</w:t>
        </w:r>
        <w:r>
          <w:rPr>
            <w:rFonts w:asciiTheme="minorHAnsi" w:eastAsiaTheme="minorEastAsia" w:hAnsiTheme="minorHAnsi" w:cstheme="minorBidi"/>
            <w:b w:val="0"/>
            <w:noProof/>
            <w:kern w:val="2"/>
            <w:szCs w:val="24"/>
            <w14:ligatures w14:val="standardContextual"/>
          </w:rPr>
          <w:tab/>
        </w:r>
        <w:r w:rsidRPr="00903F56">
          <w:rPr>
            <w:rStyle w:val="Lienhypertexte"/>
            <w:noProof/>
          </w:rPr>
          <w:t>Responsables respectifs et coordonnées</w:t>
        </w:r>
        <w:r>
          <w:rPr>
            <w:noProof/>
          </w:rPr>
          <w:tab/>
        </w:r>
        <w:r>
          <w:rPr>
            <w:noProof/>
          </w:rPr>
          <w:fldChar w:fldCharType="begin"/>
        </w:r>
        <w:r>
          <w:rPr>
            <w:noProof/>
          </w:rPr>
          <w:instrText xml:space="preserve"> PAGEREF _Toc221281036 \h </w:instrText>
        </w:r>
        <w:r>
          <w:rPr>
            <w:noProof/>
          </w:rPr>
        </w:r>
        <w:r>
          <w:rPr>
            <w:noProof/>
          </w:rPr>
          <w:fldChar w:fldCharType="separate"/>
        </w:r>
        <w:r>
          <w:rPr>
            <w:noProof/>
          </w:rPr>
          <w:t>7</w:t>
        </w:r>
        <w:r>
          <w:rPr>
            <w:noProof/>
          </w:rPr>
          <w:fldChar w:fldCharType="end"/>
        </w:r>
      </w:hyperlink>
    </w:p>
    <w:p w14:paraId="488171A4" w14:textId="0DEC7A72" w:rsidR="00563EF6" w:rsidRDefault="00563EF6">
      <w:pPr>
        <w:pStyle w:val="TM1"/>
        <w:tabs>
          <w:tab w:val="left" w:pos="601"/>
        </w:tabs>
        <w:rPr>
          <w:rFonts w:asciiTheme="minorHAnsi" w:eastAsiaTheme="minorEastAsia" w:hAnsiTheme="minorHAnsi" w:cstheme="minorBidi"/>
          <w:b w:val="0"/>
          <w:noProof/>
          <w:kern w:val="2"/>
          <w:szCs w:val="24"/>
          <w14:ligatures w14:val="standardContextual"/>
        </w:rPr>
      </w:pPr>
      <w:hyperlink w:anchor="_Toc221281037" w:history="1">
        <w:r w:rsidRPr="00903F56">
          <w:rPr>
            <w:rStyle w:val="Lienhypertexte"/>
            <w:noProof/>
          </w:rPr>
          <w:t>6.</w:t>
        </w:r>
        <w:r>
          <w:rPr>
            <w:rFonts w:asciiTheme="minorHAnsi" w:eastAsiaTheme="minorEastAsia" w:hAnsiTheme="minorHAnsi" w:cstheme="minorBidi"/>
            <w:b w:val="0"/>
            <w:noProof/>
            <w:kern w:val="2"/>
            <w:szCs w:val="24"/>
            <w14:ligatures w14:val="standardContextual"/>
          </w:rPr>
          <w:tab/>
        </w:r>
        <w:r w:rsidRPr="00903F56">
          <w:rPr>
            <w:rStyle w:val="Lienhypertexte"/>
            <w:noProof/>
          </w:rPr>
          <w:t>Annexes de l’acte d’engagement</w:t>
        </w:r>
        <w:r>
          <w:rPr>
            <w:noProof/>
          </w:rPr>
          <w:tab/>
        </w:r>
        <w:r>
          <w:rPr>
            <w:noProof/>
          </w:rPr>
          <w:fldChar w:fldCharType="begin"/>
        </w:r>
        <w:r>
          <w:rPr>
            <w:noProof/>
          </w:rPr>
          <w:instrText xml:space="preserve"> PAGEREF _Toc221281037 \h </w:instrText>
        </w:r>
        <w:r>
          <w:rPr>
            <w:noProof/>
          </w:rPr>
        </w:r>
        <w:r>
          <w:rPr>
            <w:noProof/>
          </w:rPr>
          <w:fldChar w:fldCharType="separate"/>
        </w:r>
        <w:r>
          <w:rPr>
            <w:noProof/>
          </w:rPr>
          <w:t>7</w:t>
        </w:r>
        <w:r>
          <w:rPr>
            <w:noProof/>
          </w:rPr>
          <w:fldChar w:fldCharType="end"/>
        </w:r>
      </w:hyperlink>
    </w:p>
    <w:p w14:paraId="455A3DC5" w14:textId="28F18522" w:rsidR="00E16323" w:rsidRDefault="009C451F">
      <w:r>
        <w:rPr>
          <w:b/>
          <w:kern w:val="3"/>
          <w:sz w:val="24"/>
        </w:rPr>
        <w:fldChar w:fldCharType="end"/>
      </w:r>
    </w:p>
    <w:p w14:paraId="32007F44" w14:textId="77777777" w:rsidR="00E16323" w:rsidRDefault="00E16323">
      <w:pPr>
        <w:pStyle w:val="RedaliaNormal"/>
      </w:pPr>
    </w:p>
    <w:p w14:paraId="581F2D9E" w14:textId="77777777" w:rsidR="00E16323" w:rsidRDefault="00E16323">
      <w:pPr>
        <w:pStyle w:val="RedaliaNormal"/>
        <w:pageBreakBefore/>
      </w:pPr>
    </w:p>
    <w:p w14:paraId="3F25DF0A" w14:textId="77777777" w:rsidR="00E16323" w:rsidRDefault="009C451F">
      <w:pPr>
        <w:pStyle w:val="RedaliaTitre1"/>
      </w:pPr>
      <w:bookmarkStart w:id="2" w:name="_Toc192648939"/>
      <w:bookmarkStart w:id="3" w:name="_Toc174160389"/>
      <w:bookmarkStart w:id="4" w:name="_Toc221281028"/>
      <w:r>
        <w:t>Contractant</w:t>
      </w:r>
      <w:bookmarkEnd w:id="2"/>
      <w:bookmarkEnd w:id="3"/>
      <w:bookmarkEnd w:id="4"/>
    </w:p>
    <w:p w14:paraId="2AEA57E7" w14:textId="77777777" w:rsidR="00E16323" w:rsidRDefault="009C451F">
      <w:pPr>
        <w:pStyle w:val="RedaliaNormal"/>
      </w:pPr>
      <w:r>
        <w:t>Après avoir pris connaissance du Cahier des Clauses Administratives Particulières et des documents qui sont mentionnés au présent acte d'engagement,</w:t>
      </w:r>
    </w:p>
    <w:p w14:paraId="7B3B0784" w14:textId="77777777" w:rsidR="00E16323" w:rsidRDefault="009C451F">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229C418D" w14:textId="77777777" w:rsidR="00E16323" w:rsidRDefault="009C451F">
      <w:pPr>
        <w:pStyle w:val="RdaliaRetraitniveau2"/>
      </w:pPr>
      <w:r>
        <w:t>J’AFFIRME, sous peine de résiliation de plein droit de l'accord-cadre, que je suis titulaire d'une police d'assurance garantissant l'ensemble des responsabilités que j'encours.</w:t>
      </w:r>
    </w:p>
    <w:p w14:paraId="5F8B7598" w14:textId="77777777" w:rsidR="00E16323" w:rsidRDefault="009C451F">
      <w:pPr>
        <w:pStyle w:val="RdaliaRetraitniveau2"/>
      </w:pPr>
      <w:r>
        <w:t>Je CONFIRME, sous peine de résiliation de plein droit de l'accord-cadre, que les sous-traitants proposés sont également titulaires de polices d’assurances garantissant les responsabilités qu’ils encourent.</w:t>
      </w:r>
    </w:p>
    <w:p w14:paraId="042B2AFA" w14:textId="1B83C199" w:rsidR="00E16323" w:rsidRDefault="009C451F">
      <w:pPr>
        <w:pStyle w:val="RedaliaNormal"/>
      </w:pPr>
      <w:r>
        <w:t xml:space="preserve">L'offre ainsi présentée ne nous lie toutefois que si l’attribution de l'accord-cadre a lieu dans un délai de 6 </w:t>
      </w:r>
      <w:r w:rsidR="00A542D5">
        <w:t>mois à</w:t>
      </w:r>
      <w:r>
        <w:t xml:space="preserve"> compter de la date limite de réception des offres finales.</w:t>
      </w:r>
    </w:p>
    <w:p w14:paraId="071C7BBC" w14:textId="77777777" w:rsidR="00E16323" w:rsidRDefault="00E16323">
      <w:pPr>
        <w:pStyle w:val="RedaliaNormal"/>
      </w:pPr>
    </w:p>
    <w:p w14:paraId="6AC396A3" w14:textId="77777777" w:rsidR="00E16323" w:rsidRDefault="009C451F">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6C76E605" w14:textId="44F90EC4"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w:t>
      </w:r>
      <w:r w:rsidR="00A542D5">
        <w:t>après ;</w:t>
      </w:r>
    </w:p>
    <w:p w14:paraId="286342DB" w14:textId="70311C08"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w:t>
      </w:r>
      <w:r w:rsidR="00A542D5">
        <w:t>après ;</w:t>
      </w:r>
    </w:p>
    <w:p w14:paraId="03089AE9" w14:textId="77777777" w:rsidR="00E16323" w:rsidRDefault="00E16323">
      <w:pPr>
        <w:pStyle w:val="RedaliaNormal"/>
      </w:pPr>
    </w:p>
    <w:p w14:paraId="7C2B9DD4" w14:textId="77777777" w:rsidR="00E16323" w:rsidRDefault="009C451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3052CF45" w14:textId="77777777"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3E66135" w14:textId="77777777"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82C119B" w14:textId="5898FB42" w:rsidR="00E16323" w:rsidRDefault="009C451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w:t>
      </w:r>
      <w:r w:rsidR="00A542D5">
        <w:t>après ;</w:t>
      </w:r>
    </w:p>
    <w:p w14:paraId="7DAC621D" w14:textId="77777777" w:rsidR="00E16323" w:rsidRDefault="00E16323">
      <w:pPr>
        <w:pStyle w:val="RedaliaNormal"/>
      </w:pPr>
    </w:p>
    <w:p w14:paraId="593CE792" w14:textId="77777777" w:rsidR="00E16323" w:rsidRDefault="00E16323">
      <w:pPr>
        <w:pStyle w:val="RedaliaNormal"/>
      </w:pPr>
    </w:p>
    <w:p w14:paraId="108CC1C1" w14:textId="77777777" w:rsidR="00E16323" w:rsidRDefault="009C451F">
      <w:pPr>
        <w:pStyle w:val="RdaliaLgende"/>
      </w:pPr>
      <w:r>
        <w:t>(1) Cocher la case correspondante à la nature de votre groupement.</w:t>
      </w:r>
    </w:p>
    <w:p w14:paraId="02F1CA4E" w14:textId="77777777" w:rsidR="00E16323" w:rsidRDefault="009C451F">
      <w:pPr>
        <w:pStyle w:val="RdaliaLgende"/>
      </w:pPr>
      <w:r>
        <w:t>(2) Cette annexe est à dupliquer en autant d'exemplaires que nécessaire et elle est recommandée dans le cas de groupement conjoint.</w:t>
      </w:r>
    </w:p>
    <w:p w14:paraId="10EAC6DD" w14:textId="77777777" w:rsidR="00E16323" w:rsidRDefault="009C451F">
      <w:pPr>
        <w:pStyle w:val="RdaliaLgende"/>
      </w:pPr>
      <w:r>
        <w:t>(3) Dans le cas d'un groupement, indiquer les coordonnées du mandataire.</w:t>
      </w:r>
    </w:p>
    <w:p w14:paraId="19DBCC6E" w14:textId="77777777" w:rsidR="00E16323" w:rsidRDefault="00E16323">
      <w:pPr>
        <w:pStyle w:val="RedaliaNormal"/>
      </w:pPr>
    </w:p>
    <w:p w14:paraId="203E4EA9" w14:textId="77777777" w:rsidR="00E16323" w:rsidRDefault="009C451F">
      <w:pPr>
        <w:pStyle w:val="RedaliaNormal"/>
        <w:jc w:val="left"/>
      </w:pPr>
      <w:r>
        <w:t>Nom commercial et dénomination sociale du candidat (3) :</w:t>
      </w:r>
    </w:p>
    <w:p w14:paraId="115C73CD" w14:textId="77777777" w:rsidR="00E16323" w:rsidRDefault="009C451F">
      <w:pPr>
        <w:pStyle w:val="RedaliaNormal"/>
        <w:jc w:val="left"/>
      </w:pPr>
      <w:r>
        <w:t>……………………………………………………………………………………………………………</w:t>
      </w:r>
    </w:p>
    <w:p w14:paraId="22D3411D" w14:textId="77777777" w:rsidR="00E16323" w:rsidRDefault="009C451F">
      <w:pPr>
        <w:pStyle w:val="RedaliaNormal"/>
        <w:jc w:val="left"/>
      </w:pPr>
      <w:r>
        <w:t>Adresse de l’établissement :</w:t>
      </w:r>
    </w:p>
    <w:p w14:paraId="1D75AD82" w14:textId="77777777" w:rsidR="00E16323" w:rsidRDefault="009C451F">
      <w:pPr>
        <w:pStyle w:val="RedaliaNormal"/>
        <w:jc w:val="left"/>
      </w:pPr>
      <w:r>
        <w:t>…………………………………………………………………………………………………………...</w:t>
      </w:r>
    </w:p>
    <w:p w14:paraId="468E2201" w14:textId="77777777" w:rsidR="00E16323" w:rsidRDefault="009C451F">
      <w:pPr>
        <w:pStyle w:val="RedaliaNormal"/>
        <w:jc w:val="left"/>
      </w:pPr>
      <w:r>
        <w:t>...…………………………………………………………………………………………………………</w:t>
      </w:r>
    </w:p>
    <w:p w14:paraId="55BB48AB" w14:textId="77777777" w:rsidR="00E16323" w:rsidRDefault="009C451F">
      <w:pPr>
        <w:pStyle w:val="RedaliaNormal"/>
        <w:jc w:val="left"/>
      </w:pPr>
      <w:r>
        <w:t>…………………………………………………………………………………………………………...</w:t>
      </w:r>
    </w:p>
    <w:p w14:paraId="0CDFACD4" w14:textId="77777777" w:rsidR="00E16323" w:rsidRDefault="009C451F">
      <w:pPr>
        <w:pStyle w:val="RedaliaNormal"/>
        <w:jc w:val="left"/>
      </w:pPr>
      <w:r>
        <w:t>Adresse du siège social (si différente de l’établissement) :</w:t>
      </w:r>
    </w:p>
    <w:p w14:paraId="7BF5F949" w14:textId="77777777" w:rsidR="00E16323" w:rsidRDefault="009C451F">
      <w:pPr>
        <w:pStyle w:val="RedaliaNormal"/>
        <w:jc w:val="left"/>
      </w:pPr>
      <w:r>
        <w:t>…………………………………………………………………………………………………………...</w:t>
      </w:r>
    </w:p>
    <w:p w14:paraId="26694F2C" w14:textId="77777777" w:rsidR="00E16323" w:rsidRDefault="009C451F">
      <w:pPr>
        <w:pStyle w:val="RedaliaNormal"/>
        <w:jc w:val="left"/>
      </w:pPr>
      <w:r>
        <w:t>.…………………………………………………………………………………………………………..</w:t>
      </w:r>
    </w:p>
    <w:p w14:paraId="310F02F5" w14:textId="77777777" w:rsidR="00E16323" w:rsidRDefault="009C451F">
      <w:pPr>
        <w:pStyle w:val="RedaliaNormal"/>
        <w:jc w:val="left"/>
      </w:pPr>
      <w:r>
        <w:t>………………………………………………………………………………………………………...…</w:t>
      </w:r>
    </w:p>
    <w:p w14:paraId="27F13EC8" w14:textId="77777777" w:rsidR="00E16323" w:rsidRDefault="009C451F">
      <w:pPr>
        <w:pStyle w:val="RedaliaNormal"/>
        <w:jc w:val="left"/>
      </w:pPr>
      <w:r>
        <w:t>Adresse électronique : ..............................................................................................................</w:t>
      </w:r>
    </w:p>
    <w:p w14:paraId="6D0246F6" w14:textId="77777777" w:rsidR="00E16323" w:rsidRDefault="009C451F">
      <w:pPr>
        <w:pStyle w:val="RedaliaNormal"/>
        <w:jc w:val="left"/>
      </w:pPr>
      <w:r>
        <w:t>Téléphone : ...................................................</w:t>
      </w:r>
    </w:p>
    <w:p w14:paraId="0B693013" w14:textId="77777777" w:rsidR="00E16323" w:rsidRDefault="009C451F">
      <w:pPr>
        <w:pStyle w:val="RedaliaNormal"/>
        <w:jc w:val="left"/>
      </w:pPr>
      <w:r>
        <w:t>Télécopie : ....................................................</w:t>
      </w:r>
    </w:p>
    <w:p w14:paraId="5D66012C" w14:textId="77777777" w:rsidR="00E16323" w:rsidRDefault="009C451F">
      <w:pPr>
        <w:pStyle w:val="RedaliaNormal"/>
        <w:jc w:val="left"/>
      </w:pPr>
      <w:r>
        <w:t>SIRET : .........................................................</w:t>
      </w:r>
    </w:p>
    <w:p w14:paraId="2D47DEA2" w14:textId="77777777" w:rsidR="00E16323" w:rsidRDefault="009C451F">
      <w:pPr>
        <w:pStyle w:val="RedaliaNormal"/>
        <w:jc w:val="left"/>
      </w:pPr>
      <w:r>
        <w:lastRenderedPageBreak/>
        <w:t>APE : ............................................................</w:t>
      </w:r>
    </w:p>
    <w:p w14:paraId="3934CB0A" w14:textId="77777777" w:rsidR="00E16323" w:rsidRDefault="009C451F">
      <w:pPr>
        <w:pStyle w:val="RedaliaNormal"/>
        <w:jc w:val="left"/>
      </w:pPr>
      <w:r>
        <w:t>Numéro de TVA intracommunautaire : .........................................................</w:t>
      </w:r>
    </w:p>
    <w:p w14:paraId="395DFE79" w14:textId="77777777" w:rsidR="00E16323" w:rsidRDefault="00E16323">
      <w:pPr>
        <w:pStyle w:val="RedaliaNormal"/>
        <w:jc w:val="left"/>
      </w:pPr>
    </w:p>
    <w:p w14:paraId="65F83881" w14:textId="77777777" w:rsidR="00E16323" w:rsidRDefault="009C451F">
      <w:pPr>
        <w:pStyle w:val="RedaliaNormal"/>
      </w:pPr>
      <w:r>
        <w:t>Références bancaires :</w:t>
      </w:r>
    </w:p>
    <w:p w14:paraId="7E9C90D0" w14:textId="77777777" w:rsidR="00E16323" w:rsidRDefault="009C451F">
      <w:pPr>
        <w:pStyle w:val="RedaliaNormal"/>
      </w:pPr>
      <w:r>
        <w:t>IBAN : .......................................................................................................................................</w:t>
      </w:r>
    </w:p>
    <w:p w14:paraId="576C879A" w14:textId="77777777" w:rsidR="00E16323" w:rsidRDefault="009C451F">
      <w:pPr>
        <w:pStyle w:val="RedaliaNormal"/>
      </w:pPr>
      <w:r>
        <w:t>BIC : .........................................................................................................................................</w:t>
      </w:r>
    </w:p>
    <w:p w14:paraId="799B0B83" w14:textId="77777777" w:rsidR="00E16323" w:rsidRDefault="009C451F">
      <w:pPr>
        <w:pStyle w:val="RedaliaTitre1"/>
      </w:pPr>
      <w:bookmarkStart w:id="11" w:name="_Toc483841853"/>
      <w:bookmarkStart w:id="12" w:name="_Toc104977343"/>
      <w:bookmarkStart w:id="13" w:name="_Toc221281029"/>
      <w:bookmarkEnd w:id="11"/>
      <w:bookmarkEnd w:id="12"/>
      <w:r>
        <w:t>Objet de l'accord-cadre</w:t>
      </w:r>
      <w:bookmarkEnd w:id="13"/>
    </w:p>
    <w:p w14:paraId="4C15A85C" w14:textId="76A4869E" w:rsidR="00E16323" w:rsidRDefault="009C451F">
      <w:pPr>
        <w:pStyle w:val="RedaliaNormal"/>
      </w:pPr>
      <w:r>
        <w:t xml:space="preserve">Le présent accord-cadre a pour objet : </w:t>
      </w:r>
      <w:r w:rsidR="00A542D5">
        <w:t>Conception, animation et actualisation de formations sur l’innovation en lien avec la Transition Ecologique.</w:t>
      </w:r>
    </w:p>
    <w:p w14:paraId="02583820" w14:textId="77777777" w:rsidR="00A542D5" w:rsidRDefault="00A542D5">
      <w:pPr>
        <w:pStyle w:val="RedaliaNormal"/>
      </w:pPr>
    </w:p>
    <w:p w14:paraId="667F566A" w14:textId="08A41E99" w:rsidR="00563EF6" w:rsidRPr="00563EF6" w:rsidRDefault="00563EF6" w:rsidP="00563EF6">
      <w:pPr>
        <w:pStyle w:val="RedaliaRetraitavecpuce"/>
        <w:rPr>
          <w:b/>
          <w:bCs/>
        </w:rPr>
      </w:pPr>
      <w:r w:rsidRPr="00563EF6">
        <w:rPr>
          <w:b/>
          <w:bCs/>
        </w:rPr>
        <w:t xml:space="preserve">Lot n° 2 :  Innovation pour les managers </w:t>
      </w:r>
    </w:p>
    <w:p w14:paraId="75E8B05A" w14:textId="77777777" w:rsidR="00E16323" w:rsidRDefault="009C451F">
      <w:pPr>
        <w:pStyle w:val="RedaliaTitre2"/>
      </w:pPr>
      <w:bookmarkStart w:id="14" w:name="_Toc221281030"/>
      <w:r>
        <w:t>Décomposition en lots et fractionnement à bons de commande</w:t>
      </w:r>
      <w:bookmarkEnd w:id="14"/>
    </w:p>
    <w:p w14:paraId="7AC27237" w14:textId="77777777" w:rsidR="00E16323" w:rsidRDefault="009C451F">
      <w:pPr>
        <w:pStyle w:val="RedaliaNormal"/>
      </w:pPr>
      <w:r>
        <w:t>Les prestations sont réparties en lot(s) désigné(s) ci-après :</w:t>
      </w:r>
    </w:p>
    <w:p w14:paraId="10A49C33" w14:textId="5252F7AC" w:rsidR="00E16323" w:rsidRPr="00F25F7D" w:rsidRDefault="009C451F">
      <w:pPr>
        <w:pStyle w:val="RedaliaRetraitavecpuce"/>
        <w:numPr>
          <w:ilvl w:val="0"/>
          <w:numId w:val="10"/>
        </w:numPr>
      </w:pPr>
      <w:r w:rsidRPr="00F25F7D">
        <w:t>Lot n°</w:t>
      </w:r>
      <w:r w:rsidR="00A542D5" w:rsidRPr="00F25F7D">
        <w:t xml:space="preserve"> </w:t>
      </w:r>
      <w:r w:rsidRPr="00F25F7D">
        <w:t xml:space="preserve">1 : </w:t>
      </w:r>
      <w:bookmarkStart w:id="15" w:name="_Hlk221279708"/>
      <w:r w:rsidRPr="00F25F7D">
        <w:t xml:space="preserve">Innovation pour des ingénieurs porteurs de projets </w:t>
      </w:r>
    </w:p>
    <w:p w14:paraId="1608F984" w14:textId="0E84BF14" w:rsidR="00E16323" w:rsidRPr="00F25F7D" w:rsidRDefault="009C451F">
      <w:pPr>
        <w:pStyle w:val="RedaliaRetraitavecpuce"/>
        <w:rPr>
          <w:b/>
          <w:bCs/>
        </w:rPr>
      </w:pPr>
      <w:bookmarkStart w:id="16" w:name="_Hlk221281060"/>
      <w:bookmarkEnd w:id="15"/>
      <w:r w:rsidRPr="00F25F7D">
        <w:rPr>
          <w:b/>
          <w:bCs/>
        </w:rPr>
        <w:t>Lot n°</w:t>
      </w:r>
      <w:r w:rsidR="00A542D5" w:rsidRPr="00F25F7D">
        <w:rPr>
          <w:b/>
          <w:bCs/>
        </w:rPr>
        <w:t xml:space="preserve"> </w:t>
      </w:r>
      <w:r w:rsidRPr="00F25F7D">
        <w:rPr>
          <w:b/>
          <w:bCs/>
        </w:rPr>
        <w:t xml:space="preserve">2 : Innovation pour les managers </w:t>
      </w:r>
    </w:p>
    <w:bookmarkEnd w:id="16"/>
    <w:p w14:paraId="7158FE23" w14:textId="77777777" w:rsidR="00E16323" w:rsidRPr="00F25F7D" w:rsidRDefault="00E16323">
      <w:pPr>
        <w:pStyle w:val="RedaliaNormal"/>
        <w:rPr>
          <w:b/>
          <w:bCs/>
        </w:rPr>
      </w:pPr>
    </w:p>
    <w:p w14:paraId="7E1A85F6" w14:textId="77777777" w:rsidR="00E16323" w:rsidRDefault="009C451F">
      <w:pPr>
        <w:pStyle w:val="RedaliaNormal"/>
      </w:pPr>
      <w:r>
        <w:t>Les prestations des différents lots font l’objet d’un fractionnement en bons de commande au sens des articles R. 2162-13 et R. 2162-14 du Code de la commande publique.</w:t>
      </w:r>
    </w:p>
    <w:p w14:paraId="5A923B4E" w14:textId="77777777" w:rsidR="00E16323" w:rsidRDefault="009C451F">
      <w:pPr>
        <w:pStyle w:val="RedaliaNormal"/>
      </w:pPr>
      <w:r>
        <w:t>La commande sera notifiée par le représentant de la personne publique par l’émission de bons de commande au fur et à mesure des besoins.</w:t>
      </w:r>
    </w:p>
    <w:p w14:paraId="36FA12CD" w14:textId="152A54F5" w:rsidR="00E16323" w:rsidRDefault="009C451F">
      <w:pPr>
        <w:pStyle w:val="RedaliaNormal"/>
      </w:pPr>
      <w:r>
        <w:t xml:space="preserve">L'accord-cadre est un accord-cadre à bons de commande avec un minimum et </w:t>
      </w:r>
      <w:r w:rsidR="00A542D5">
        <w:t>un maximum fixé</w:t>
      </w:r>
      <w:r>
        <w:t xml:space="preserve"> en valeur.</w:t>
      </w:r>
    </w:p>
    <w:p w14:paraId="32B018CB" w14:textId="77777777" w:rsidR="00E16323" w:rsidRDefault="009C451F">
      <w:pPr>
        <w:pStyle w:val="RedaliaNormal"/>
      </w:pPr>
      <w:r>
        <w:t>L'accord-cadre sera conclu avec un seul opérateur économique.</w:t>
      </w:r>
    </w:p>
    <w:p w14:paraId="28B3E0D0" w14:textId="77777777" w:rsidR="00E16323" w:rsidRDefault="00E16323">
      <w:pPr>
        <w:pStyle w:val="RedaliaNormal"/>
      </w:pPr>
    </w:p>
    <w:p w14:paraId="17C466D4" w14:textId="77777777" w:rsidR="00E16323" w:rsidRDefault="009C451F">
      <w:pPr>
        <w:pStyle w:val="RedaliaTitre1"/>
      </w:pPr>
      <w:bookmarkStart w:id="17" w:name="_Toc526222883"/>
      <w:bookmarkStart w:id="18" w:name="_Toc104977344"/>
      <w:bookmarkStart w:id="19" w:name="_Toc483841854"/>
      <w:bookmarkStart w:id="20" w:name="_Toc221281031"/>
      <w:r>
        <w:t>Durée de l'accord-cadre – Délais</w:t>
      </w:r>
      <w:bookmarkEnd w:id="17"/>
      <w:r>
        <w:t xml:space="preserve"> d’exécution</w:t>
      </w:r>
      <w:bookmarkEnd w:id="18"/>
      <w:bookmarkEnd w:id="19"/>
      <w:bookmarkEnd w:id="20"/>
    </w:p>
    <w:p w14:paraId="64A98FA1" w14:textId="1A009922" w:rsidR="00E16323" w:rsidRDefault="009C451F">
      <w:pPr>
        <w:pStyle w:val="RedaliaNormal"/>
      </w:pPr>
      <w:r>
        <w:t xml:space="preserve">Le présent accord-cadre est conclu pour une durée de </w:t>
      </w:r>
      <w:r w:rsidR="0087020E">
        <w:t>1 an</w:t>
      </w:r>
      <w:r>
        <w:t xml:space="preserve"> à compter de sa notification définie à l'article « </w:t>
      </w:r>
      <w:r>
        <w:rPr>
          <w:i/>
          <w:iCs/>
        </w:rPr>
        <w:t>Validité</w:t>
      </w:r>
      <w:r>
        <w:t> » du Cahier des Clauses Administratives Particulières.</w:t>
      </w:r>
    </w:p>
    <w:p w14:paraId="57F811AB" w14:textId="77777777" w:rsidR="00E16323" w:rsidRDefault="00E16323">
      <w:pPr>
        <w:pStyle w:val="RedaliaNormal"/>
      </w:pPr>
    </w:p>
    <w:p w14:paraId="62CAA276" w14:textId="77777777" w:rsidR="00E16323" w:rsidRDefault="009C451F">
      <w:pPr>
        <w:pStyle w:val="RedaliaNormal"/>
      </w:pPr>
      <w:r>
        <w:t>Les bons de commande en cours au terme de l’accord-cadre demeureront en vigueur jusqu’au complet achèvement et règlement des prestations correspondantes.</w:t>
      </w:r>
    </w:p>
    <w:p w14:paraId="12C784CD" w14:textId="77777777" w:rsidR="00E16323" w:rsidRDefault="009C451F">
      <w:pPr>
        <w:pStyle w:val="RedaliaTitre2"/>
      </w:pPr>
      <w:bookmarkStart w:id="21" w:name="_Toc221281032"/>
      <w:r>
        <w:t>Reconduction</w:t>
      </w:r>
      <w:bookmarkEnd w:id="21"/>
    </w:p>
    <w:p w14:paraId="0B3E7096" w14:textId="0A3FD83B" w:rsidR="00E16323" w:rsidRDefault="009C451F">
      <w:pPr>
        <w:pStyle w:val="RedaliaNormal"/>
      </w:pPr>
      <w:r>
        <w:t xml:space="preserve">L'accord-cadre pourra être reconduit </w:t>
      </w:r>
      <w:r w:rsidR="0087020E">
        <w:t>2</w:t>
      </w:r>
      <w:r>
        <w:t xml:space="preserve"> </w:t>
      </w:r>
      <w:r w:rsidR="0087020E">
        <w:t>fois,</w:t>
      </w:r>
      <w:r>
        <w:t xml:space="preserve"> soit une durée totale de 36 mois.</w:t>
      </w:r>
    </w:p>
    <w:p w14:paraId="7571E23C" w14:textId="77777777" w:rsidR="00E16323" w:rsidRDefault="00E16323">
      <w:pPr>
        <w:pStyle w:val="RedaliaNormal"/>
      </w:pPr>
    </w:p>
    <w:p w14:paraId="2D011D65" w14:textId="77777777" w:rsidR="00E16323" w:rsidRDefault="009C451F">
      <w:pPr>
        <w:pStyle w:val="RedaliaNormal"/>
      </w:pPr>
      <w:r>
        <w:t>Le Titulaire ne peut pas refuser la reconduction de l’accord-cadre. Si l’ADEME décide de ne pas mettre en œuvre la reconduction, elle en informe le Titulaire au plus tard trois (3) mois avant l’échéance de l’accord-cadre, par tout moyen permettant de donner date certaine à la réception de l’envoi.</w:t>
      </w:r>
    </w:p>
    <w:p w14:paraId="7B2E7547" w14:textId="77777777" w:rsidR="0087020E" w:rsidRDefault="0087020E">
      <w:pPr>
        <w:pStyle w:val="RedaliaNormal"/>
      </w:pPr>
    </w:p>
    <w:p w14:paraId="4493D3D9" w14:textId="77777777" w:rsidR="0087020E" w:rsidRDefault="0087020E">
      <w:pPr>
        <w:pStyle w:val="RedaliaNormal"/>
      </w:pPr>
    </w:p>
    <w:p w14:paraId="7AC8AD44" w14:textId="77777777" w:rsidR="0087020E" w:rsidRDefault="0087020E">
      <w:pPr>
        <w:pStyle w:val="RedaliaNormal"/>
      </w:pPr>
    </w:p>
    <w:p w14:paraId="1252811D" w14:textId="77777777" w:rsidR="0087020E" w:rsidRDefault="0087020E">
      <w:pPr>
        <w:pStyle w:val="RedaliaNormal"/>
      </w:pPr>
    </w:p>
    <w:p w14:paraId="1BCF13B7" w14:textId="77777777" w:rsidR="0087020E" w:rsidRDefault="0087020E">
      <w:pPr>
        <w:pStyle w:val="RedaliaNormal"/>
      </w:pPr>
    </w:p>
    <w:p w14:paraId="2FCB9DDC" w14:textId="77777777" w:rsidR="0087020E" w:rsidRDefault="0087020E">
      <w:pPr>
        <w:pStyle w:val="RedaliaNormal"/>
      </w:pPr>
    </w:p>
    <w:p w14:paraId="2D088EF7" w14:textId="3DE0C4F6" w:rsidR="0087020E" w:rsidRDefault="009C451F" w:rsidP="0087020E">
      <w:pPr>
        <w:pStyle w:val="RedaliaTitre1"/>
      </w:pPr>
      <w:bookmarkStart w:id="22" w:name="_Toc104977347"/>
      <w:bookmarkStart w:id="23" w:name="_Toc221281033"/>
      <w:r>
        <w:t>Dispositions financières</w:t>
      </w:r>
      <w:bookmarkEnd w:id="22"/>
      <w:bookmarkEnd w:id="23"/>
    </w:p>
    <w:p w14:paraId="72F0F0C0" w14:textId="4284556D" w:rsidR="0087020E" w:rsidRPr="0087020E" w:rsidRDefault="0087020E" w:rsidP="0087020E">
      <w:pPr>
        <w:pStyle w:val="RedaliaTitre2"/>
      </w:pPr>
      <w:bookmarkStart w:id="24" w:name="_Toc104977348"/>
      <w:bookmarkStart w:id="25" w:name="_Toc218865794"/>
      <w:bookmarkStart w:id="26" w:name="_Toc221281034"/>
      <w:r w:rsidRPr="0087020E">
        <w:t>Montant de la rémunération</w:t>
      </w:r>
      <w:bookmarkEnd w:id="24"/>
      <w:bookmarkEnd w:id="25"/>
      <w:bookmarkEnd w:id="26"/>
    </w:p>
    <w:p w14:paraId="2050D85C" w14:textId="77777777" w:rsidR="0087020E" w:rsidRPr="0087020E" w:rsidRDefault="0087020E" w:rsidP="0087020E"/>
    <w:p w14:paraId="5888F665" w14:textId="77777777" w:rsidR="0087020E" w:rsidRPr="0087020E" w:rsidRDefault="0087020E" w:rsidP="0087020E">
      <w:pPr>
        <w:ind w:firstLine="720"/>
        <w:rPr>
          <w:b/>
          <w:bCs/>
          <w:u w:val="single"/>
        </w:rPr>
      </w:pPr>
      <w:r w:rsidRPr="0087020E">
        <w:rPr>
          <w:b/>
          <w:bCs/>
        </w:rPr>
        <w:t xml:space="preserve">4.1.1 </w:t>
      </w:r>
      <w:r w:rsidRPr="0087020E">
        <w:rPr>
          <w:b/>
          <w:bCs/>
          <w:u w:val="single"/>
        </w:rPr>
        <w:t>Prestations forfaitaires</w:t>
      </w:r>
    </w:p>
    <w:p w14:paraId="19616AA5" w14:textId="77777777" w:rsidR="0087020E" w:rsidRPr="0087020E" w:rsidRDefault="0087020E" w:rsidP="0087020E">
      <w:pPr>
        <w:tabs>
          <w:tab w:val="left" w:leader="dot" w:pos="8505"/>
        </w:tabs>
        <w:spacing w:before="40"/>
        <w:jc w:val="both"/>
      </w:pPr>
    </w:p>
    <w:p w14:paraId="4944E946" w14:textId="0DC0F987" w:rsidR="0087020E" w:rsidRPr="0087020E" w:rsidRDefault="0087020E" w:rsidP="0087020E">
      <w:r w:rsidRPr="0087020E">
        <w:t xml:space="preserve">Le titulaire percevra à titre de rémunération des prestations forfaitaires réalisées </w:t>
      </w:r>
      <w:r w:rsidRPr="0087020E">
        <w:rPr>
          <w:b/>
        </w:rPr>
        <w:t>un montant global et forfaitaire</w:t>
      </w:r>
      <w:r w:rsidRPr="0087020E">
        <w:t xml:space="preserve"> de </w:t>
      </w:r>
      <w:r w:rsidRPr="0087020E">
        <w:rPr>
          <w:shd w:val="clear" w:color="auto" w:fill="FFC000"/>
        </w:rPr>
        <w:t>……...</w:t>
      </w:r>
      <w:r w:rsidRPr="0087020E">
        <w:t xml:space="preserve">euros TTC. </w:t>
      </w:r>
      <w:r>
        <w:t>(</w:t>
      </w:r>
      <w:proofErr w:type="gramStart"/>
      <w:r>
        <w:t>à</w:t>
      </w:r>
      <w:proofErr w:type="gramEnd"/>
      <w:r>
        <w:t xml:space="preserve"> renseigner par le candidat)</w:t>
      </w:r>
    </w:p>
    <w:p w14:paraId="73B5F825" w14:textId="77777777" w:rsidR="0087020E" w:rsidRPr="0087020E" w:rsidRDefault="0087020E" w:rsidP="0087020E"/>
    <w:p w14:paraId="26FD9BDA" w14:textId="77777777" w:rsidR="0087020E" w:rsidRPr="0087020E" w:rsidRDefault="0087020E" w:rsidP="0087020E">
      <w:r w:rsidRPr="0087020E">
        <w:t>Ce montant est ferme, définitif et non révisable.</w:t>
      </w:r>
    </w:p>
    <w:p w14:paraId="6A50D023" w14:textId="77777777" w:rsidR="0087020E" w:rsidRPr="0087020E" w:rsidRDefault="0087020E" w:rsidP="0087020E"/>
    <w:p w14:paraId="394DB5AB" w14:textId="77777777" w:rsidR="0087020E" w:rsidRPr="0087020E" w:rsidRDefault="0087020E" w:rsidP="0087020E">
      <w:r w:rsidRPr="0087020E">
        <w:t xml:space="preserve">Les données de base correspondant aux prestations commandées utilisées pour déterminer le prix fixé ci-dessus, sont indiquées dans </w:t>
      </w:r>
      <w:r w:rsidRPr="0087020E">
        <w:rPr>
          <w:b/>
        </w:rPr>
        <w:t>l’annexe 2</w:t>
      </w:r>
      <w:r w:rsidRPr="0087020E">
        <w:t xml:space="preserve"> du présent marché.</w:t>
      </w:r>
    </w:p>
    <w:p w14:paraId="753F2A9F" w14:textId="77777777" w:rsidR="0087020E" w:rsidRPr="0087020E" w:rsidRDefault="0087020E" w:rsidP="0087020E"/>
    <w:p w14:paraId="13531D3C" w14:textId="77777777" w:rsidR="0087020E" w:rsidRPr="0087020E" w:rsidRDefault="0087020E" w:rsidP="0087020E">
      <w:pPr>
        <w:widowControl/>
        <w:suppressAutoHyphens w:val="0"/>
        <w:autoSpaceDN/>
        <w:ind w:right="-20"/>
        <w:jc w:val="both"/>
        <w:rPr>
          <w:rFonts w:eastAsia="Times New Roman"/>
          <w:b/>
          <w:bCs/>
          <w:szCs w:val="22"/>
        </w:rPr>
      </w:pPr>
      <w:r w:rsidRPr="0087020E">
        <w:rPr>
          <w:rFonts w:eastAsia="Times New Roman"/>
          <w:b/>
          <w:bCs/>
          <w:szCs w:val="22"/>
        </w:rPr>
        <w:t>Compte tenu du caractère forfaitaire du prix ainsi fixé, toute variation de ces données ne saurait en aucun cas être invoquée par le titulaire comme justifiant une demande de modification de ce prix.</w:t>
      </w:r>
    </w:p>
    <w:p w14:paraId="769549DB" w14:textId="77777777" w:rsidR="0087020E" w:rsidRPr="0087020E" w:rsidRDefault="0087020E" w:rsidP="0087020E">
      <w:pPr>
        <w:rPr>
          <w:rFonts w:ascii="Marianne" w:hAnsi="Marianne"/>
        </w:rPr>
      </w:pPr>
    </w:p>
    <w:p w14:paraId="583F4633" w14:textId="77777777" w:rsidR="0087020E" w:rsidRPr="0087020E" w:rsidRDefault="0087020E" w:rsidP="0087020E">
      <w:pPr>
        <w:ind w:firstLine="709"/>
        <w:rPr>
          <w:b/>
          <w:bCs/>
          <w:u w:val="single"/>
        </w:rPr>
      </w:pPr>
      <w:r w:rsidRPr="0087020E">
        <w:rPr>
          <w:b/>
          <w:bCs/>
        </w:rPr>
        <w:t xml:space="preserve">4.1.2 </w:t>
      </w:r>
      <w:r w:rsidRPr="0087020E">
        <w:rPr>
          <w:b/>
          <w:bCs/>
          <w:u w:val="single"/>
        </w:rPr>
        <w:t>Prestations unitaires</w:t>
      </w:r>
    </w:p>
    <w:p w14:paraId="0E75053F" w14:textId="77777777" w:rsidR="0087020E" w:rsidRPr="0087020E" w:rsidRDefault="0087020E" w:rsidP="0087020E">
      <w:pPr>
        <w:rPr>
          <w:rFonts w:ascii="Marianne" w:hAnsi="Marianne"/>
        </w:rPr>
      </w:pPr>
    </w:p>
    <w:p w14:paraId="3A56F8E2" w14:textId="77777777" w:rsidR="0087020E" w:rsidRPr="0087020E" w:rsidRDefault="0087020E" w:rsidP="0087020E">
      <w:pPr>
        <w:rPr>
          <w:szCs w:val="22"/>
        </w:rPr>
      </w:pPr>
      <w:r w:rsidRPr="0087020E">
        <w:rPr>
          <w:szCs w:val="22"/>
        </w:rPr>
        <w:t>Le montant de la rémunération du Titulaire est déterminé, par application aux prestations commandées, exécutées et livrées à l’ADEME des montants unitaires incluant les frais de déplacement et d’hébergement fixés à l’annexe 2 précitée. Les montants unitaires sont fermes et définitifs.</w:t>
      </w:r>
    </w:p>
    <w:p w14:paraId="3596DC61" w14:textId="77777777" w:rsidR="0087020E" w:rsidRPr="0087020E" w:rsidRDefault="0087020E" w:rsidP="0087020E">
      <w:pPr>
        <w:rPr>
          <w:szCs w:val="22"/>
        </w:rPr>
      </w:pPr>
    </w:p>
    <w:p w14:paraId="77914CC0" w14:textId="77777777" w:rsidR="0087020E" w:rsidRPr="0087020E" w:rsidRDefault="0087020E" w:rsidP="0087020E">
      <w:pPr>
        <w:rPr>
          <w:szCs w:val="22"/>
        </w:rPr>
      </w:pPr>
      <w:r w:rsidRPr="0087020E">
        <w:rPr>
          <w:szCs w:val="22"/>
        </w:rPr>
        <w:t>Le montant maximum s’élève à :</w:t>
      </w:r>
    </w:p>
    <w:p w14:paraId="1C3A67F3" w14:textId="77777777" w:rsidR="0087020E" w:rsidRPr="0087020E" w:rsidRDefault="0087020E" w:rsidP="0087020E">
      <w:pPr>
        <w:widowControl/>
        <w:suppressAutoHyphens w:val="0"/>
        <w:autoSpaceDN/>
        <w:ind w:right="-20"/>
        <w:jc w:val="both"/>
        <w:rPr>
          <w:rFonts w:eastAsia="Times New Roman"/>
          <w:szCs w:val="22"/>
        </w:rPr>
      </w:pPr>
    </w:p>
    <w:p w14:paraId="07B2950C" w14:textId="77777777" w:rsidR="0087020E" w:rsidRPr="0087020E" w:rsidRDefault="0087020E" w:rsidP="0087020E">
      <w:pPr>
        <w:widowControl/>
        <w:numPr>
          <w:ilvl w:val="0"/>
          <w:numId w:val="12"/>
        </w:numPr>
        <w:suppressAutoHyphens w:val="0"/>
        <w:autoSpaceDN/>
        <w:ind w:right="-20"/>
        <w:jc w:val="both"/>
        <w:rPr>
          <w:rFonts w:eastAsia="Times New Roman"/>
          <w:szCs w:val="22"/>
        </w:rPr>
      </w:pPr>
      <w:r w:rsidRPr="0087020E">
        <w:rPr>
          <w:rFonts w:eastAsia="Times New Roman"/>
          <w:szCs w:val="22"/>
        </w:rPr>
        <w:t>Maximum de ……… euros TTC (à renseigner par le pouvoir adjudicateur)</w:t>
      </w:r>
    </w:p>
    <w:p w14:paraId="690C9093" w14:textId="77777777" w:rsidR="0087020E" w:rsidRPr="0087020E" w:rsidRDefault="0087020E" w:rsidP="0087020E">
      <w:pPr>
        <w:tabs>
          <w:tab w:val="left" w:leader="dot" w:pos="8505"/>
        </w:tabs>
        <w:spacing w:before="40"/>
        <w:jc w:val="both"/>
      </w:pPr>
    </w:p>
    <w:p w14:paraId="22133F7B" w14:textId="77777777" w:rsidR="0087020E" w:rsidRPr="0087020E" w:rsidRDefault="0087020E" w:rsidP="0087020E">
      <w:pPr>
        <w:tabs>
          <w:tab w:val="left" w:leader="dot" w:pos="8505"/>
        </w:tabs>
        <w:spacing w:before="40"/>
        <w:jc w:val="both"/>
      </w:pPr>
      <w:r w:rsidRPr="0087020E">
        <w:t>Le titulaire percevra à titre de rémunération des prestations les prix unitaires appliqués aux quantités effectivement commandées, exécutées et livrées à l’ADEME.</w:t>
      </w:r>
    </w:p>
    <w:p w14:paraId="5777109F" w14:textId="77777777" w:rsidR="0087020E" w:rsidRPr="0087020E" w:rsidRDefault="0087020E" w:rsidP="0087020E">
      <w:pPr>
        <w:tabs>
          <w:tab w:val="left" w:leader="dot" w:pos="8505"/>
        </w:tabs>
        <w:spacing w:before="40"/>
        <w:jc w:val="both"/>
      </w:pPr>
    </w:p>
    <w:p w14:paraId="0DC593C8" w14:textId="77777777" w:rsidR="0087020E" w:rsidRPr="0087020E" w:rsidRDefault="0087020E" w:rsidP="0087020E">
      <w:pPr>
        <w:tabs>
          <w:tab w:val="left" w:leader="dot" w:pos="8505"/>
        </w:tabs>
        <w:spacing w:before="40"/>
        <w:jc w:val="both"/>
      </w:pPr>
      <w:r w:rsidRPr="0087020E">
        <w:t>Le présent accord-cadre ne comprend aucun montant minimum. L’ADEME n’est pas tenue de commander les prestations objets du présent accord-cadre. Notamment, en cas de résiliation du marché pour un motif d’intérêt général, le titulaire ne peut prétendre à aucun droit à obtenir une indemnisation du bénéfice qu’il manquerait, faute d’un engagement de commande ferme.</w:t>
      </w:r>
    </w:p>
    <w:p w14:paraId="6FC32856" w14:textId="77777777" w:rsidR="0087020E" w:rsidRPr="0087020E" w:rsidRDefault="0087020E" w:rsidP="0087020E">
      <w:pPr>
        <w:tabs>
          <w:tab w:val="left" w:leader="dot" w:pos="8505"/>
        </w:tabs>
        <w:spacing w:before="40"/>
        <w:jc w:val="both"/>
      </w:pPr>
    </w:p>
    <w:p w14:paraId="2CEF4C6D" w14:textId="77777777" w:rsidR="0087020E" w:rsidRPr="0087020E" w:rsidRDefault="0087020E" w:rsidP="0087020E">
      <w:pPr>
        <w:tabs>
          <w:tab w:val="left" w:leader="dot" w:pos="8505"/>
        </w:tabs>
        <w:spacing w:before="40"/>
        <w:jc w:val="both"/>
      </w:pPr>
      <w:r w:rsidRPr="0087020E">
        <w:t>Ces prix unitaires comprennent en particulier tous les frais liés directement ou indirectement à l’exécution des prestations, objet du présent accord-cadre.</w:t>
      </w:r>
    </w:p>
    <w:p w14:paraId="462AF7C1" w14:textId="77777777" w:rsidR="00E16323" w:rsidRDefault="00E16323">
      <w:pPr>
        <w:pStyle w:val="RedaliaNormal"/>
      </w:pPr>
    </w:p>
    <w:p w14:paraId="2A482EB5" w14:textId="64814313" w:rsidR="0087020E" w:rsidRPr="0087020E" w:rsidRDefault="0087020E" w:rsidP="0087020E">
      <w:pPr>
        <w:pStyle w:val="RedaliaTitre2"/>
        <w:numPr>
          <w:ilvl w:val="1"/>
          <w:numId w:val="16"/>
        </w:numPr>
      </w:pPr>
      <w:bookmarkStart w:id="27" w:name="_Toc104977349"/>
      <w:bookmarkStart w:id="28" w:name="__RefHeading___Toc4496_1410384356"/>
      <w:bookmarkStart w:id="29" w:name="_Toc221281035"/>
      <w:r w:rsidRPr="0087020E">
        <w:t>Modalités de versement de la rémunération</w:t>
      </w:r>
      <w:bookmarkEnd w:id="27"/>
      <w:bookmarkEnd w:id="28"/>
      <w:bookmarkEnd w:id="29"/>
    </w:p>
    <w:p w14:paraId="2E34A81A" w14:textId="77777777" w:rsidR="0087020E" w:rsidRPr="0087020E" w:rsidRDefault="0087020E" w:rsidP="0087020E">
      <w:pPr>
        <w:tabs>
          <w:tab w:val="left" w:leader="dot" w:pos="8505"/>
        </w:tabs>
        <w:spacing w:before="40"/>
        <w:jc w:val="both"/>
      </w:pPr>
    </w:p>
    <w:p w14:paraId="3521B8D3" w14:textId="77777777" w:rsidR="0087020E" w:rsidRPr="0087020E" w:rsidRDefault="0087020E" w:rsidP="0087020E">
      <w:pPr>
        <w:tabs>
          <w:tab w:val="left" w:leader="dot" w:pos="8505"/>
        </w:tabs>
        <w:spacing w:before="40"/>
        <w:jc w:val="both"/>
      </w:pPr>
      <w:r w:rsidRPr="0087020E">
        <w:rPr>
          <w:b/>
          <w:bCs/>
        </w:rPr>
        <w:t xml:space="preserve">4.2.1 </w:t>
      </w:r>
      <w:r w:rsidRPr="0087020E">
        <w:rPr>
          <w:b/>
          <w:bCs/>
          <w:u w:val="single"/>
        </w:rPr>
        <w:t>Pour les prestations forfaitaires</w:t>
      </w:r>
    </w:p>
    <w:p w14:paraId="69BC4626" w14:textId="77777777" w:rsidR="0087020E" w:rsidRPr="0087020E" w:rsidRDefault="0087020E" w:rsidP="0087020E">
      <w:pPr>
        <w:tabs>
          <w:tab w:val="left" w:leader="dot" w:pos="8505"/>
        </w:tabs>
        <w:spacing w:before="40"/>
        <w:jc w:val="both"/>
        <w:rPr>
          <w:b/>
          <w:bCs/>
          <w:u w:val="single"/>
        </w:rPr>
      </w:pPr>
    </w:p>
    <w:p w14:paraId="76DC154A" w14:textId="77777777" w:rsidR="0087020E" w:rsidRPr="0087020E" w:rsidRDefault="0087020E" w:rsidP="0087020E">
      <w:r w:rsidRPr="0087020E">
        <w:t xml:space="preserve">Le montant ainsi fixé à l'article 4.1.1. </w:t>
      </w:r>
      <w:proofErr w:type="gramStart"/>
      <w:r w:rsidRPr="0087020E">
        <w:t>ci</w:t>
      </w:r>
      <w:proofErr w:type="gramEnd"/>
      <w:r w:rsidRPr="0087020E">
        <w:t>-dessus sera versé au titulaire par l'ADEME, de la manière suivante :</w:t>
      </w:r>
    </w:p>
    <w:p w14:paraId="7429B0E4" w14:textId="77777777" w:rsidR="0087020E" w:rsidRPr="0087020E" w:rsidRDefault="0087020E" w:rsidP="0087020E">
      <w:pPr>
        <w:tabs>
          <w:tab w:val="left" w:leader="dot" w:pos="8505"/>
        </w:tabs>
        <w:spacing w:before="40"/>
        <w:jc w:val="both"/>
      </w:pPr>
    </w:p>
    <w:p w14:paraId="7E740227" w14:textId="77777777" w:rsidR="0087020E" w:rsidRPr="0087020E" w:rsidRDefault="0087020E" w:rsidP="0087020E">
      <w:pPr>
        <w:widowControl/>
        <w:numPr>
          <w:ilvl w:val="0"/>
          <w:numId w:val="13"/>
        </w:numPr>
        <w:suppressAutoHyphens w:val="0"/>
        <w:autoSpaceDN/>
        <w:ind w:right="-20"/>
        <w:jc w:val="both"/>
        <w:rPr>
          <w:rFonts w:eastAsia="Times New Roman"/>
          <w:szCs w:val="22"/>
        </w:rPr>
      </w:pPr>
      <w:proofErr w:type="gramStart"/>
      <w:r w:rsidRPr="0087020E">
        <w:rPr>
          <w:rFonts w:eastAsia="Times New Roman"/>
          <w:szCs w:val="22"/>
        </w:rPr>
        <w:lastRenderedPageBreak/>
        <w:t>le</w:t>
      </w:r>
      <w:proofErr w:type="gramEnd"/>
      <w:r w:rsidRPr="0087020E">
        <w:rPr>
          <w:rFonts w:eastAsia="Times New Roman"/>
          <w:szCs w:val="22"/>
        </w:rPr>
        <w:t xml:space="preserve"> solde à l’approbation par l'ADEME du procès-verbal de constatation de service fait et sur présentation d’une facture du montant des prestations réalisées correspondantes, d’une part, et d’autre part, après vérification des dépenses concernées à justifier. </w:t>
      </w:r>
    </w:p>
    <w:p w14:paraId="00FDBB02" w14:textId="77777777" w:rsidR="00E16323" w:rsidRDefault="00E16323">
      <w:pPr>
        <w:pStyle w:val="RedaliaNormal"/>
      </w:pPr>
    </w:p>
    <w:p w14:paraId="20FBFC18" w14:textId="77777777" w:rsidR="00E16323" w:rsidRDefault="009C451F">
      <w:pPr>
        <w:pStyle w:val="RedaliaTitre1"/>
      </w:pPr>
      <w:bookmarkStart w:id="30" w:name="_Toc221281036"/>
      <w:r>
        <w:t>Responsables respectifs et coordonnées</w:t>
      </w:r>
      <w:bookmarkEnd w:id="30"/>
    </w:p>
    <w:p w14:paraId="7E02D951" w14:textId="77777777" w:rsidR="00E16323" w:rsidRDefault="009C451F">
      <w:pPr>
        <w:pStyle w:val="RedaliaNormal"/>
        <w:rPr>
          <w:b/>
          <w:bCs/>
        </w:rPr>
      </w:pPr>
      <w:r>
        <w:rPr>
          <w:b/>
          <w:bCs/>
        </w:rPr>
        <w:t>a) pour l'ADEME</w:t>
      </w:r>
    </w:p>
    <w:p w14:paraId="4E57F166" w14:textId="77777777" w:rsidR="00E16323" w:rsidRDefault="009C451F">
      <w:pPr>
        <w:pStyle w:val="RedaliaNormal"/>
      </w:pPr>
      <w:r>
        <w:t>Leslie CHRISTIEN sera chargé(e) de suivre l'exécution du présent marché.</w:t>
      </w:r>
    </w:p>
    <w:p w14:paraId="1ED4A6C1" w14:textId="77777777" w:rsidR="00E16323" w:rsidRDefault="009C451F">
      <w:pPr>
        <w:pStyle w:val="RedaliaNormal"/>
      </w:pPr>
      <w:r>
        <w:t xml:space="preserve"> Margot SERINET sera chargé(e) du suivi administratif du présent marché.</w:t>
      </w:r>
    </w:p>
    <w:p w14:paraId="5F0E05A4" w14:textId="77777777" w:rsidR="00E16323" w:rsidRDefault="00E16323">
      <w:pPr>
        <w:pStyle w:val="RedaliaNormal"/>
      </w:pPr>
    </w:p>
    <w:p w14:paraId="37FB4204" w14:textId="77777777" w:rsidR="00E16323" w:rsidRDefault="009C451F">
      <w:pPr>
        <w:pStyle w:val="RedaliaNormal"/>
        <w:rPr>
          <w:b/>
          <w:bCs/>
        </w:rPr>
      </w:pPr>
      <w:r>
        <w:rPr>
          <w:b/>
          <w:bCs/>
        </w:rPr>
        <w:t>b) pour le titulaire</w:t>
      </w:r>
    </w:p>
    <w:p w14:paraId="3D205A56" w14:textId="77777777" w:rsidR="00E16323" w:rsidRDefault="009C451F">
      <w:pPr>
        <w:pStyle w:val="RedaliaNormal"/>
      </w:pPr>
      <w:r>
        <w:t>Monsieur / Madame..........................................................sera chargé(e) de l'exécution du présent marché.</w:t>
      </w:r>
    </w:p>
    <w:p w14:paraId="1D3668A4" w14:textId="77777777" w:rsidR="00E16323" w:rsidRDefault="009C451F">
      <w:pPr>
        <w:pStyle w:val="RedaliaTitre1"/>
      </w:pPr>
      <w:bookmarkStart w:id="31" w:name="_Toc221281037"/>
      <w:r>
        <w:t>Annexes de l’acte d’engagement</w:t>
      </w:r>
      <w:bookmarkEnd w:id="31"/>
    </w:p>
    <w:p w14:paraId="4B59156C" w14:textId="77777777" w:rsidR="00E16323" w:rsidRDefault="009C451F">
      <w:pPr>
        <w:pStyle w:val="RedaliaNormal"/>
      </w:pPr>
      <w:r>
        <w:t>Les annexes du présent acte d'engagement sont :</w:t>
      </w:r>
    </w:p>
    <w:p w14:paraId="3397B2C4" w14:textId="77777777" w:rsidR="00E16323" w:rsidRDefault="009C451F">
      <w:pPr>
        <w:pStyle w:val="RedaliaNormal"/>
      </w:pPr>
      <w:r>
        <w:t>- l'annexe financière ;</w:t>
      </w:r>
    </w:p>
    <w:p w14:paraId="5DB1DD92" w14:textId="77777777" w:rsidR="00E16323" w:rsidRDefault="009C451F">
      <w:pPr>
        <w:pStyle w:val="RedaliaNormal"/>
      </w:pPr>
      <w:r>
        <w:t>- la désignation des co-traitants et la répartition des prestations.</w:t>
      </w:r>
    </w:p>
    <w:p w14:paraId="0B8E181D" w14:textId="77777777" w:rsidR="00E16323" w:rsidRDefault="00E16323">
      <w:pPr>
        <w:pStyle w:val="RedaliaNormal"/>
      </w:pPr>
    </w:p>
    <w:p w14:paraId="653FBD7D" w14:textId="77777777" w:rsidR="00E16323" w:rsidRDefault="00E16323">
      <w:pPr>
        <w:pStyle w:val="RedaliaNormal"/>
      </w:pPr>
    </w:p>
    <w:p w14:paraId="59556403" w14:textId="77777777" w:rsidR="00E16323" w:rsidRDefault="00E16323">
      <w:pPr>
        <w:pStyle w:val="RedaliaNormal"/>
      </w:pPr>
    </w:p>
    <w:p w14:paraId="3BEAADBE" w14:textId="77777777" w:rsidR="00E16323" w:rsidRDefault="00E16323">
      <w:pPr>
        <w:pStyle w:val="RedaliaNormal"/>
      </w:pPr>
    </w:p>
    <w:tbl>
      <w:tblPr>
        <w:tblW w:w="9212" w:type="dxa"/>
        <w:tblLayout w:type="fixed"/>
        <w:tblCellMar>
          <w:left w:w="10" w:type="dxa"/>
          <w:right w:w="10" w:type="dxa"/>
        </w:tblCellMar>
        <w:tblLook w:val="0000" w:firstRow="0" w:lastRow="0" w:firstColumn="0" w:lastColumn="0" w:noHBand="0" w:noVBand="0"/>
      </w:tblPr>
      <w:tblGrid>
        <w:gridCol w:w="6487"/>
        <w:gridCol w:w="2725"/>
      </w:tblGrid>
      <w:tr w:rsidR="00E16323" w14:paraId="02D9F0B5" w14:textId="77777777">
        <w:tc>
          <w:tcPr>
            <w:tcW w:w="6487" w:type="dxa"/>
            <w:tcMar>
              <w:top w:w="0" w:type="dxa"/>
              <w:left w:w="108" w:type="dxa"/>
              <w:bottom w:w="0" w:type="dxa"/>
              <w:right w:w="108" w:type="dxa"/>
            </w:tcMar>
          </w:tcPr>
          <w:p w14:paraId="35182605" w14:textId="77777777" w:rsidR="00E16323" w:rsidRDefault="009C451F">
            <w:pPr>
              <w:pStyle w:val="RedaliaNormal"/>
              <w:rPr>
                <w:rFonts w:cs="Calibri"/>
              </w:rPr>
            </w:pPr>
            <w:r>
              <w:rPr>
                <w:rFonts w:cs="Calibri"/>
              </w:rPr>
              <w:t>Pour le Titulaire,</w:t>
            </w:r>
          </w:p>
          <w:p w14:paraId="7A77590B" w14:textId="77777777" w:rsidR="00E16323" w:rsidRDefault="009C451F">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4F9FE2EC" w14:textId="77777777" w:rsidR="00E16323" w:rsidRDefault="009C451F">
            <w:pPr>
              <w:pStyle w:val="RedaliaNormal"/>
              <w:rPr>
                <w:rFonts w:cs="Calibri"/>
              </w:rPr>
            </w:pPr>
            <w:r>
              <w:rPr>
                <w:rFonts w:cs="Calibri"/>
              </w:rPr>
              <w:t>Pour l’ADEME</w:t>
            </w:r>
          </w:p>
          <w:p w14:paraId="43D14F2D" w14:textId="77777777" w:rsidR="00E16323" w:rsidRDefault="009C451F">
            <w:pPr>
              <w:pStyle w:val="RedaliaNormal"/>
              <w:rPr>
                <w:rFonts w:cs="Calibri"/>
              </w:rPr>
            </w:pPr>
            <w:proofErr w:type="gramStart"/>
            <w:r>
              <w:rPr>
                <w:rFonts w:cs="Calibri"/>
              </w:rPr>
              <w:t>et</w:t>
            </w:r>
            <w:proofErr w:type="gramEnd"/>
            <w:r>
              <w:rPr>
                <w:rFonts w:cs="Calibri"/>
              </w:rPr>
              <w:t xml:space="preserve"> par délégation,</w:t>
            </w:r>
          </w:p>
          <w:p w14:paraId="4FD74A36" w14:textId="77777777" w:rsidR="00E16323" w:rsidRDefault="00E16323">
            <w:pPr>
              <w:pStyle w:val="RedaliaNormal"/>
              <w:rPr>
                <w:rFonts w:cs="Calibri"/>
              </w:rPr>
            </w:pPr>
          </w:p>
          <w:p w14:paraId="1146E3CB" w14:textId="77777777" w:rsidR="00E16323" w:rsidRDefault="00E16323">
            <w:pPr>
              <w:pStyle w:val="RedaliaNormal"/>
              <w:rPr>
                <w:rFonts w:cs="Calibri"/>
              </w:rPr>
            </w:pPr>
          </w:p>
          <w:p w14:paraId="679DA4FB" w14:textId="77777777" w:rsidR="00E16323" w:rsidRDefault="00E16323">
            <w:pPr>
              <w:pStyle w:val="RedaliaNormal"/>
              <w:rPr>
                <w:rFonts w:cs="Calibri"/>
              </w:rPr>
            </w:pPr>
          </w:p>
          <w:p w14:paraId="25CF20E7" w14:textId="77777777" w:rsidR="00E16323" w:rsidRDefault="00E16323">
            <w:pPr>
              <w:pStyle w:val="RedaliaNormal"/>
              <w:rPr>
                <w:rFonts w:cs="Calibri"/>
              </w:rPr>
            </w:pPr>
          </w:p>
          <w:p w14:paraId="162E1117" w14:textId="77777777" w:rsidR="00E16323" w:rsidRDefault="009C451F">
            <w:pPr>
              <w:pStyle w:val="RedaliaNormal"/>
              <w:rPr>
                <w:rFonts w:cs="Calibri"/>
                <w:color w:val="FFFFFF"/>
              </w:rPr>
            </w:pPr>
            <w:r>
              <w:rPr>
                <w:rFonts w:cs="Calibri"/>
                <w:color w:val="FFFFFF"/>
              </w:rPr>
              <w:t>#signature#</w:t>
            </w:r>
          </w:p>
          <w:p w14:paraId="00526AAA" w14:textId="77777777" w:rsidR="00E16323" w:rsidRDefault="00E16323">
            <w:pPr>
              <w:pStyle w:val="RedaliaNormal"/>
              <w:rPr>
                <w:rFonts w:cs="Calibri"/>
              </w:rPr>
            </w:pPr>
          </w:p>
          <w:p w14:paraId="74D29DEC" w14:textId="77777777" w:rsidR="00E16323" w:rsidRDefault="00E16323">
            <w:pPr>
              <w:pStyle w:val="RedaliaNormal"/>
              <w:rPr>
                <w:rFonts w:cs="Calibri"/>
              </w:rPr>
            </w:pPr>
          </w:p>
          <w:p w14:paraId="4F016058" w14:textId="77777777" w:rsidR="00E16323" w:rsidRDefault="00E16323">
            <w:pPr>
              <w:pStyle w:val="RedaliaNormal"/>
              <w:rPr>
                <w:rFonts w:cs="Calibri"/>
              </w:rPr>
            </w:pPr>
          </w:p>
        </w:tc>
      </w:tr>
    </w:tbl>
    <w:p w14:paraId="7DF3EFF8" w14:textId="77777777" w:rsidR="00E16323" w:rsidRDefault="00E16323">
      <w:pPr>
        <w:pStyle w:val="RedaliaNormal"/>
      </w:pPr>
    </w:p>
    <w:p w14:paraId="124A0159" w14:textId="77777777" w:rsidR="00E16323" w:rsidRDefault="00E16323">
      <w:pPr>
        <w:pStyle w:val="RedaliaNormal"/>
      </w:pPr>
    </w:p>
    <w:p w14:paraId="3C226E4D" w14:textId="77777777" w:rsidR="00E16323" w:rsidRDefault="00E16323">
      <w:pPr>
        <w:pStyle w:val="RedaliaNormal"/>
        <w:pageBreakBefore/>
      </w:pPr>
    </w:p>
    <w:p w14:paraId="0FEE57F1" w14:textId="77777777" w:rsidR="00E16323" w:rsidRDefault="009C451F">
      <w:pPr>
        <w:pStyle w:val="RdaliaTitredossier"/>
      </w:pPr>
      <w:r>
        <w:t>Annexe à l’acte d’engagement</w:t>
      </w:r>
    </w:p>
    <w:p w14:paraId="45B07578" w14:textId="77777777" w:rsidR="00E16323" w:rsidRDefault="00E16323">
      <w:pPr>
        <w:pStyle w:val="RdaliaTitredossier"/>
        <w:rPr>
          <w:sz w:val="28"/>
          <w:szCs w:val="10"/>
        </w:rPr>
      </w:pPr>
    </w:p>
    <w:p w14:paraId="1D9749EC" w14:textId="77777777" w:rsidR="00E16323" w:rsidRDefault="009C451F">
      <w:pPr>
        <w:pStyle w:val="RdaliaTitredossier"/>
        <w:rPr>
          <w:sz w:val="44"/>
          <w:szCs w:val="18"/>
        </w:rPr>
      </w:pPr>
      <w:r>
        <w:rPr>
          <w:sz w:val="44"/>
          <w:szCs w:val="18"/>
        </w:rPr>
        <w:t>DESIGNATION DES CO-TRAITANTS ET REPARTITION DES PRESTATIONS</w:t>
      </w:r>
    </w:p>
    <w:p w14:paraId="4FFBA798" w14:textId="77777777" w:rsidR="00E16323" w:rsidRDefault="00E16323">
      <w:pPr>
        <w:pStyle w:val="RedaliaNormal"/>
        <w:rPr>
          <w:sz w:val="18"/>
          <w:szCs w:val="16"/>
        </w:rPr>
      </w:pPr>
    </w:p>
    <w:tbl>
      <w:tblPr>
        <w:tblW w:w="10771" w:type="dxa"/>
        <w:jc w:val="center"/>
        <w:tblLayout w:type="fixed"/>
        <w:tblCellMar>
          <w:left w:w="10" w:type="dxa"/>
          <w:right w:w="10" w:type="dxa"/>
        </w:tblCellMar>
        <w:tblLook w:val="0000" w:firstRow="0" w:lastRow="0" w:firstColumn="0" w:lastColumn="0" w:noHBand="0" w:noVBand="0"/>
      </w:tblPr>
      <w:tblGrid>
        <w:gridCol w:w="2835"/>
        <w:gridCol w:w="1984"/>
        <w:gridCol w:w="1984"/>
        <w:gridCol w:w="1984"/>
        <w:gridCol w:w="1984"/>
      </w:tblGrid>
      <w:tr w:rsidR="00E16323" w14:paraId="024CB75B" w14:textId="77777777">
        <w:trPr>
          <w:cantSplit/>
          <w:trHeight w:val="454"/>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10" w:type="dxa"/>
              <w:bottom w:w="0" w:type="dxa"/>
              <w:right w:w="10" w:type="dxa"/>
            </w:tcMar>
            <w:vAlign w:val="center"/>
          </w:tcPr>
          <w:p w14:paraId="0459494A" w14:textId="77777777" w:rsidR="00E16323" w:rsidRDefault="009C451F">
            <w:pPr>
              <w:pStyle w:val="RedaliaNormal"/>
              <w:jc w:val="center"/>
            </w:pPr>
            <w:r>
              <w:rPr>
                <w:b/>
                <w:bCs/>
                <w:sz w:val="20"/>
                <w:szCs w:val="18"/>
              </w:rPr>
              <w:t>Désignation de l’entreprise</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10" w:type="dxa"/>
              <w:bottom w:w="0" w:type="dxa"/>
              <w:right w:w="10" w:type="dxa"/>
            </w:tcMar>
            <w:vAlign w:val="center"/>
          </w:tcPr>
          <w:p w14:paraId="705D51E7" w14:textId="77777777" w:rsidR="00E16323" w:rsidRDefault="009C451F">
            <w:pPr>
              <w:pStyle w:val="RedaliaNormal"/>
              <w:jc w:val="center"/>
              <w:rPr>
                <w:b/>
                <w:bCs/>
                <w:sz w:val="20"/>
                <w:szCs w:val="18"/>
              </w:rPr>
            </w:pPr>
            <w:r>
              <w:rPr>
                <w:b/>
                <w:bCs/>
                <w:sz w:val="20"/>
                <w:szCs w:val="18"/>
              </w:rPr>
              <w:t>Co-traitant n°1</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471C09B2" w14:textId="77777777" w:rsidR="00E16323" w:rsidRDefault="009C451F">
            <w:pPr>
              <w:pStyle w:val="RedaliaNormal"/>
              <w:jc w:val="center"/>
              <w:rPr>
                <w:b/>
                <w:bCs/>
                <w:sz w:val="20"/>
                <w:szCs w:val="18"/>
              </w:rPr>
            </w:pPr>
            <w:r>
              <w:rPr>
                <w:b/>
                <w:bCs/>
                <w:sz w:val="20"/>
                <w:szCs w:val="18"/>
              </w:rPr>
              <w:t>Co-traitant n°2</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19ACD865" w14:textId="77777777" w:rsidR="00E16323" w:rsidRDefault="009C451F">
            <w:pPr>
              <w:pStyle w:val="RedaliaNormal"/>
              <w:jc w:val="center"/>
              <w:rPr>
                <w:b/>
                <w:bCs/>
                <w:sz w:val="20"/>
                <w:szCs w:val="18"/>
              </w:rPr>
            </w:pPr>
            <w:r>
              <w:rPr>
                <w:b/>
                <w:bCs/>
                <w:sz w:val="20"/>
                <w:szCs w:val="18"/>
              </w:rPr>
              <w:t>Co-traitant n°3</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16F64F4B" w14:textId="77777777" w:rsidR="00E16323" w:rsidRDefault="009C451F">
            <w:pPr>
              <w:pStyle w:val="RedaliaNormal"/>
              <w:jc w:val="center"/>
              <w:rPr>
                <w:b/>
                <w:bCs/>
                <w:sz w:val="20"/>
                <w:szCs w:val="18"/>
              </w:rPr>
            </w:pPr>
            <w:r>
              <w:rPr>
                <w:b/>
                <w:bCs/>
                <w:sz w:val="20"/>
                <w:szCs w:val="18"/>
              </w:rPr>
              <w:t>Co-traitant n°4</w:t>
            </w:r>
          </w:p>
        </w:tc>
      </w:tr>
      <w:tr w:rsidR="00E16323" w14:paraId="11332C08"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5422DFFF" w14:textId="77777777" w:rsidR="00E16323" w:rsidRDefault="009C451F">
            <w:pPr>
              <w:pStyle w:val="RedaliaNormal"/>
              <w:jc w:val="left"/>
              <w:rPr>
                <w:b/>
                <w:bCs/>
                <w:sz w:val="20"/>
              </w:rPr>
            </w:pPr>
            <w:r>
              <w:rPr>
                <w:b/>
                <w:bCs/>
                <w:sz w:val="20"/>
              </w:rPr>
              <w:t>La société, forme juridique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8F80D7C"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F2A2257"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E744AB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E62D932" w14:textId="77777777" w:rsidR="00E16323" w:rsidRDefault="00E16323">
            <w:pPr>
              <w:pStyle w:val="RedaliaNormal"/>
              <w:jc w:val="center"/>
              <w:rPr>
                <w:sz w:val="20"/>
              </w:rPr>
            </w:pPr>
          </w:p>
        </w:tc>
      </w:tr>
      <w:tr w:rsidR="00E16323" w14:paraId="5BDA7B55"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732CF2B7" w14:textId="77777777" w:rsidR="00E16323" w:rsidRDefault="009C451F">
            <w:pPr>
              <w:pStyle w:val="RedaliaNormal"/>
              <w:jc w:val="left"/>
              <w:rPr>
                <w:b/>
                <w:bCs/>
                <w:sz w:val="20"/>
              </w:rPr>
            </w:pPr>
            <w:r>
              <w:rPr>
                <w:b/>
                <w:bCs/>
                <w:sz w:val="20"/>
              </w:rPr>
              <w:t>Siège social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E683F1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048D1FC"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4AC83B8"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945F526" w14:textId="77777777" w:rsidR="00E16323" w:rsidRDefault="00E16323">
            <w:pPr>
              <w:pStyle w:val="RedaliaNormal"/>
              <w:jc w:val="center"/>
              <w:rPr>
                <w:sz w:val="20"/>
              </w:rPr>
            </w:pPr>
          </w:p>
        </w:tc>
      </w:tr>
      <w:tr w:rsidR="00E16323" w14:paraId="22B6DA92"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67BA657C" w14:textId="77777777" w:rsidR="00E16323" w:rsidRDefault="009C451F">
            <w:pPr>
              <w:pStyle w:val="RedaliaNormal"/>
              <w:jc w:val="left"/>
              <w:rPr>
                <w:b/>
                <w:bCs/>
                <w:sz w:val="20"/>
              </w:rPr>
            </w:pPr>
            <w:r>
              <w:rPr>
                <w:b/>
                <w:bCs/>
                <w:sz w:val="20"/>
              </w:rPr>
              <w:t>N° SIRET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4D43EAE"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7583FD"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0552E3D"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EDBD63F" w14:textId="77777777" w:rsidR="00E16323" w:rsidRDefault="00E16323">
            <w:pPr>
              <w:pStyle w:val="RedaliaNormal"/>
              <w:jc w:val="center"/>
              <w:rPr>
                <w:sz w:val="20"/>
              </w:rPr>
            </w:pPr>
          </w:p>
        </w:tc>
      </w:tr>
      <w:tr w:rsidR="00E16323" w14:paraId="5D808322"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5BEBE8E8" w14:textId="77777777" w:rsidR="00E16323" w:rsidRDefault="009C451F">
            <w:pPr>
              <w:pStyle w:val="RedaliaNormal"/>
              <w:jc w:val="left"/>
              <w:rPr>
                <w:b/>
                <w:bCs/>
                <w:sz w:val="20"/>
              </w:rPr>
            </w:pPr>
            <w:r>
              <w:rPr>
                <w:b/>
                <w:bCs/>
                <w:sz w:val="20"/>
              </w:rPr>
              <w:t>Représentée par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452EC4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C3EBA5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7F0940"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D92A2E8" w14:textId="77777777" w:rsidR="00E16323" w:rsidRDefault="00E16323">
            <w:pPr>
              <w:pStyle w:val="RedaliaNormal"/>
              <w:jc w:val="center"/>
              <w:rPr>
                <w:sz w:val="20"/>
              </w:rPr>
            </w:pPr>
          </w:p>
        </w:tc>
      </w:tr>
      <w:tr w:rsidR="00E16323" w14:paraId="77FD4A0D"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26339BED" w14:textId="77777777" w:rsidR="00E16323" w:rsidRDefault="009C451F">
            <w:pPr>
              <w:pStyle w:val="RedaliaNormal"/>
              <w:jc w:val="left"/>
              <w:rPr>
                <w:b/>
                <w:bCs/>
                <w:sz w:val="20"/>
              </w:rPr>
            </w:pPr>
            <w:r>
              <w:rPr>
                <w:b/>
                <w:bCs/>
                <w:sz w:val="20"/>
              </w:rPr>
              <w:t>Agissant en qualité de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4F18E2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1E6DA0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046843F"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C4C58F3" w14:textId="77777777" w:rsidR="00E16323" w:rsidRDefault="00E16323">
            <w:pPr>
              <w:pStyle w:val="RedaliaNormal"/>
              <w:jc w:val="center"/>
              <w:rPr>
                <w:sz w:val="20"/>
              </w:rPr>
            </w:pPr>
          </w:p>
        </w:tc>
      </w:tr>
      <w:tr w:rsidR="00E16323" w14:paraId="350FE3E8"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4B0EC484" w14:textId="77777777" w:rsidR="00E16323" w:rsidRDefault="009C451F">
            <w:pPr>
              <w:pStyle w:val="RedaliaNormal"/>
              <w:jc w:val="left"/>
              <w:rPr>
                <w:b/>
                <w:bCs/>
                <w:sz w:val="20"/>
              </w:rPr>
            </w:pPr>
            <w:r>
              <w:rPr>
                <w:b/>
                <w:bCs/>
                <w:sz w:val="20"/>
              </w:rPr>
              <w:t>Adresse de l’établissement (si différent du siège social)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095D618"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F431DE6"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CDEEFD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FA3415F" w14:textId="77777777" w:rsidR="00E16323" w:rsidRDefault="00E16323">
            <w:pPr>
              <w:pStyle w:val="RedaliaNormal"/>
              <w:jc w:val="center"/>
              <w:rPr>
                <w:sz w:val="20"/>
              </w:rPr>
            </w:pPr>
          </w:p>
        </w:tc>
      </w:tr>
    </w:tbl>
    <w:p w14:paraId="3DA701A4" w14:textId="77777777" w:rsidR="00E16323" w:rsidRDefault="00E16323">
      <w:pPr>
        <w:pStyle w:val="RedaliaNormal"/>
        <w:rPr>
          <w:sz w:val="14"/>
          <w:szCs w:val="12"/>
        </w:rPr>
      </w:pPr>
    </w:p>
    <w:p w14:paraId="4AF6B98F" w14:textId="77777777" w:rsidR="00E16323" w:rsidRDefault="00E16323">
      <w:pPr>
        <w:pStyle w:val="RedaliaNormal"/>
        <w:pageBreakBefore/>
      </w:pPr>
    </w:p>
    <w:tbl>
      <w:tblPr>
        <w:tblW w:w="10207" w:type="dxa"/>
        <w:jc w:val="center"/>
        <w:tblLayout w:type="fixed"/>
        <w:tblCellMar>
          <w:left w:w="10" w:type="dxa"/>
          <w:right w:w="10" w:type="dxa"/>
        </w:tblCellMar>
        <w:tblLook w:val="0000" w:firstRow="0" w:lastRow="0" w:firstColumn="0" w:lastColumn="0" w:noHBand="0" w:noVBand="0"/>
      </w:tblPr>
      <w:tblGrid>
        <w:gridCol w:w="1985"/>
        <w:gridCol w:w="2694"/>
        <w:gridCol w:w="1985"/>
        <w:gridCol w:w="1701"/>
        <w:gridCol w:w="1842"/>
      </w:tblGrid>
      <w:tr w:rsidR="00E16323" w14:paraId="42BDD9F1" w14:textId="77777777">
        <w:trPr>
          <w:cantSplit/>
          <w:trHeight w:val="388"/>
          <w:jc w:val="center"/>
        </w:trPr>
        <w:tc>
          <w:tcPr>
            <w:tcW w:w="1985"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763979A3" w14:textId="77777777" w:rsidR="00E16323" w:rsidRDefault="009C451F">
            <w:pPr>
              <w:pStyle w:val="RedaliaNormal"/>
              <w:jc w:val="center"/>
              <w:rPr>
                <w:b/>
                <w:bCs/>
              </w:rPr>
            </w:pPr>
            <w:r>
              <w:rPr>
                <w:b/>
                <w:bCs/>
              </w:rPr>
              <w:t>Désignation de l’entreprise</w:t>
            </w: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5FC687D" w14:textId="77777777" w:rsidR="00E16323" w:rsidRDefault="009C451F">
            <w:pPr>
              <w:pStyle w:val="RedaliaNormal"/>
              <w:jc w:val="center"/>
              <w:rPr>
                <w:b/>
                <w:bCs/>
              </w:rPr>
            </w:pPr>
            <w:r>
              <w:rPr>
                <w:b/>
                <w:bCs/>
              </w:rPr>
              <w:t>Prestations concernées</w:t>
            </w:r>
          </w:p>
        </w:tc>
        <w:tc>
          <w:tcPr>
            <w:tcW w:w="1985"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0F414A12" w14:textId="77777777" w:rsidR="00E16323" w:rsidRDefault="009C451F">
            <w:pPr>
              <w:pStyle w:val="RedaliaNormal"/>
              <w:jc w:val="center"/>
              <w:rPr>
                <w:b/>
                <w:bCs/>
              </w:rPr>
            </w:pPr>
            <w:r>
              <w:rPr>
                <w:b/>
                <w:bCs/>
              </w:rPr>
              <w:t>Montant HT (€)</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56C35307" w14:textId="77777777" w:rsidR="00E16323" w:rsidRDefault="009C451F">
            <w:pPr>
              <w:pStyle w:val="RedaliaNormal"/>
              <w:jc w:val="center"/>
              <w:rPr>
                <w:b/>
                <w:bCs/>
              </w:rPr>
            </w:pPr>
            <w:r>
              <w:rPr>
                <w:b/>
                <w:bCs/>
              </w:rPr>
              <w:t>Taux T.V.A.</w:t>
            </w:r>
          </w:p>
        </w:tc>
        <w:tc>
          <w:tcPr>
            <w:tcW w:w="1842"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E55201E" w14:textId="77777777" w:rsidR="00E16323" w:rsidRDefault="009C451F">
            <w:pPr>
              <w:pStyle w:val="RedaliaNormal"/>
              <w:jc w:val="center"/>
              <w:rPr>
                <w:b/>
                <w:bCs/>
              </w:rPr>
            </w:pPr>
            <w:r>
              <w:rPr>
                <w:b/>
                <w:bCs/>
              </w:rPr>
              <w:t>Montant TTC (€)</w:t>
            </w:r>
          </w:p>
        </w:tc>
      </w:tr>
      <w:tr w:rsidR="00E16323" w14:paraId="2E1B8D5A"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85ED17D"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976135" w14:textId="77777777" w:rsidR="00E16323" w:rsidRDefault="00E16323">
            <w:pPr>
              <w:pStyle w:val="RedaliaContenudetableau"/>
              <w:jc w:val="center"/>
              <w:rPr>
                <w:sz w:val="16"/>
              </w:rPr>
            </w:pPr>
          </w:p>
          <w:p w14:paraId="2278FBF5" w14:textId="77777777" w:rsidR="00E16323" w:rsidRDefault="00E16323">
            <w:pPr>
              <w:pStyle w:val="RedaliaContenudetableau"/>
              <w:jc w:val="center"/>
              <w:rPr>
                <w:sz w:val="16"/>
              </w:rPr>
            </w:pPr>
          </w:p>
          <w:p w14:paraId="1666A758" w14:textId="77777777" w:rsidR="00E16323" w:rsidRDefault="00E16323">
            <w:pPr>
              <w:pStyle w:val="RedaliaContenudetableau"/>
              <w:jc w:val="center"/>
              <w:rPr>
                <w:sz w:val="16"/>
              </w:rPr>
            </w:pPr>
          </w:p>
          <w:p w14:paraId="7B2E9D6D"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65A6338"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9D48AB"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F97C1E" w14:textId="77777777" w:rsidR="00E16323" w:rsidRDefault="00E16323">
            <w:pPr>
              <w:pStyle w:val="RedaliaContenudetableau"/>
              <w:jc w:val="center"/>
              <w:rPr>
                <w:sz w:val="16"/>
              </w:rPr>
            </w:pPr>
          </w:p>
        </w:tc>
      </w:tr>
      <w:tr w:rsidR="00E16323" w14:paraId="59B40F19"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0A724F"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5D03EE2" w14:textId="77777777" w:rsidR="00E16323" w:rsidRDefault="00E16323">
            <w:pPr>
              <w:pStyle w:val="RedaliaContenudetableau"/>
              <w:jc w:val="center"/>
              <w:rPr>
                <w:sz w:val="16"/>
              </w:rPr>
            </w:pPr>
          </w:p>
          <w:p w14:paraId="71091314" w14:textId="77777777" w:rsidR="00E16323" w:rsidRDefault="00E16323">
            <w:pPr>
              <w:pStyle w:val="RedaliaContenudetableau"/>
              <w:jc w:val="center"/>
              <w:rPr>
                <w:sz w:val="16"/>
              </w:rPr>
            </w:pPr>
          </w:p>
          <w:p w14:paraId="042DE233" w14:textId="77777777" w:rsidR="00E16323" w:rsidRDefault="00E16323">
            <w:pPr>
              <w:pStyle w:val="RedaliaContenudetableau"/>
              <w:jc w:val="center"/>
              <w:rPr>
                <w:sz w:val="16"/>
              </w:rPr>
            </w:pPr>
          </w:p>
          <w:p w14:paraId="6F4B82C9"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EE54511" w14:textId="77777777" w:rsidR="00E16323" w:rsidRDefault="00E16323">
            <w:pPr>
              <w:pStyle w:val="RedaliaContenudetableau"/>
              <w:jc w:val="cente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C977450"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562AC8" w14:textId="77777777" w:rsidR="00E16323" w:rsidRDefault="00E16323">
            <w:pPr>
              <w:pStyle w:val="RedaliaContenudetableau"/>
              <w:jc w:val="center"/>
              <w:rPr>
                <w:sz w:val="16"/>
              </w:rPr>
            </w:pPr>
          </w:p>
        </w:tc>
      </w:tr>
      <w:tr w:rsidR="00E16323" w14:paraId="1C9BFF43"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B4271E"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4D9F75" w14:textId="77777777" w:rsidR="00E16323" w:rsidRDefault="00E16323">
            <w:pPr>
              <w:pStyle w:val="RedaliaContenudetableau"/>
              <w:jc w:val="center"/>
              <w:rPr>
                <w:sz w:val="16"/>
              </w:rPr>
            </w:pPr>
          </w:p>
          <w:p w14:paraId="31EB4B8F" w14:textId="77777777" w:rsidR="00E16323" w:rsidRDefault="00E16323">
            <w:pPr>
              <w:pStyle w:val="RedaliaContenudetableau"/>
              <w:jc w:val="center"/>
              <w:rPr>
                <w:sz w:val="16"/>
              </w:rPr>
            </w:pPr>
          </w:p>
          <w:p w14:paraId="2ABE70C3" w14:textId="77777777" w:rsidR="00E16323" w:rsidRDefault="00E16323">
            <w:pPr>
              <w:pStyle w:val="RedaliaContenudetableau"/>
              <w:jc w:val="center"/>
              <w:rPr>
                <w:sz w:val="16"/>
              </w:rPr>
            </w:pPr>
          </w:p>
          <w:p w14:paraId="66F8AB13"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CC7E79E"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0D91EF"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FA44947" w14:textId="77777777" w:rsidR="00E16323" w:rsidRDefault="00E16323">
            <w:pPr>
              <w:pStyle w:val="RedaliaContenudetableau"/>
              <w:jc w:val="center"/>
              <w:rPr>
                <w:sz w:val="16"/>
              </w:rPr>
            </w:pPr>
          </w:p>
        </w:tc>
      </w:tr>
      <w:tr w:rsidR="00E16323" w14:paraId="333CDB53"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9C7858"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C19AFD" w14:textId="77777777" w:rsidR="00E16323" w:rsidRDefault="00E16323">
            <w:pPr>
              <w:pStyle w:val="RedaliaContenudetableau"/>
              <w:jc w:val="center"/>
              <w:rPr>
                <w:sz w:val="16"/>
              </w:rPr>
            </w:pPr>
          </w:p>
          <w:p w14:paraId="7663BFA3" w14:textId="77777777" w:rsidR="00E16323" w:rsidRDefault="00E16323">
            <w:pPr>
              <w:pStyle w:val="RedaliaContenudetableau"/>
              <w:jc w:val="center"/>
              <w:rPr>
                <w:sz w:val="16"/>
              </w:rPr>
            </w:pPr>
          </w:p>
          <w:p w14:paraId="6BBBC759" w14:textId="77777777" w:rsidR="00E16323" w:rsidRDefault="00E16323">
            <w:pPr>
              <w:pStyle w:val="RedaliaContenudetableau"/>
              <w:jc w:val="center"/>
              <w:rPr>
                <w:sz w:val="16"/>
              </w:rPr>
            </w:pPr>
          </w:p>
          <w:p w14:paraId="1DDB9A58"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BCE2EF"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5AB0CF"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33DC1B3" w14:textId="77777777" w:rsidR="00E16323" w:rsidRDefault="00E16323">
            <w:pPr>
              <w:pStyle w:val="RedaliaContenudetableau"/>
              <w:jc w:val="center"/>
              <w:rPr>
                <w:sz w:val="16"/>
              </w:rPr>
            </w:pPr>
          </w:p>
        </w:tc>
      </w:tr>
      <w:tr w:rsidR="00E16323" w14:paraId="1E7F8193" w14:textId="77777777">
        <w:trPr>
          <w:cantSplit/>
          <w:trHeight w:val="454"/>
          <w:jc w:val="center"/>
        </w:trPr>
        <w:tc>
          <w:tcPr>
            <w:tcW w:w="1985" w:type="dxa"/>
            <w:tcBorders>
              <w:top w:val="single" w:sz="6" w:space="0" w:color="000000"/>
              <w:right w:val="single" w:sz="6" w:space="0" w:color="000000"/>
            </w:tcBorders>
            <w:tcMar>
              <w:top w:w="0" w:type="dxa"/>
              <w:left w:w="79" w:type="dxa"/>
              <w:bottom w:w="0" w:type="dxa"/>
              <w:right w:w="79" w:type="dxa"/>
            </w:tcMar>
          </w:tcPr>
          <w:p w14:paraId="40B6DD30" w14:textId="77777777" w:rsidR="00E16323" w:rsidRDefault="00E16323">
            <w:pPr>
              <w:pStyle w:val="RedaliaNormal"/>
              <w:rPr>
                <w:sz w:val="12"/>
                <w:szCs w:val="10"/>
              </w:rPr>
            </w:pPr>
          </w:p>
          <w:p w14:paraId="425052B4" w14:textId="77777777" w:rsidR="00E16323" w:rsidRDefault="00E16323">
            <w:pPr>
              <w:pStyle w:val="RedaliaNormal"/>
            </w:pP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E819C2F" w14:textId="77777777" w:rsidR="00E16323" w:rsidRDefault="009C451F">
            <w:pPr>
              <w:pStyle w:val="RedaliaNormal"/>
              <w:jc w:val="center"/>
              <w:rPr>
                <w:b/>
                <w:bCs/>
                <w:iCs/>
              </w:rPr>
            </w:pPr>
            <w:r>
              <w:rPr>
                <w:b/>
                <w:bCs/>
                <w:iCs/>
              </w:rPr>
              <w:t>Totaux :</w:t>
            </w: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D5173EA" w14:textId="77777777" w:rsidR="00E16323" w:rsidRDefault="00E16323">
            <w:pPr>
              <w:pStyle w:val="RedaliaNormal"/>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8D8C4BA" w14:textId="77777777" w:rsidR="00E16323" w:rsidRDefault="00E16323">
            <w:pPr>
              <w:pStyle w:val="RedaliaNormal"/>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F0002FD" w14:textId="77777777" w:rsidR="00E16323" w:rsidRDefault="00E16323">
            <w:pPr>
              <w:pStyle w:val="RedaliaNormal"/>
              <w:jc w:val="center"/>
              <w:rPr>
                <w:sz w:val="16"/>
              </w:rPr>
            </w:pPr>
          </w:p>
        </w:tc>
      </w:tr>
    </w:tbl>
    <w:p w14:paraId="1C9A99D4" w14:textId="77777777" w:rsidR="00E16323" w:rsidRDefault="00E16323">
      <w:pPr>
        <w:rPr>
          <w:sz w:val="16"/>
          <w:szCs w:val="14"/>
        </w:rPr>
      </w:pPr>
    </w:p>
    <w:sectPr w:rsidR="00E16323">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4E035" w14:textId="77777777" w:rsidR="009C451F" w:rsidRDefault="009C451F">
      <w:r>
        <w:separator/>
      </w:r>
    </w:p>
  </w:endnote>
  <w:endnote w:type="continuationSeparator" w:id="0">
    <w:p w14:paraId="06BE34D9" w14:textId="77777777" w:rsidR="009C451F" w:rsidRDefault="009C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8273" w14:textId="77777777" w:rsidR="009C451F" w:rsidRDefault="009C451F">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6609AB" w14:paraId="21135E5F" w14:textId="77777777">
      <w:tc>
        <w:tcPr>
          <w:tcW w:w="3070" w:type="dxa"/>
          <w:tcBorders>
            <w:top w:val="single" w:sz="4" w:space="0" w:color="000000"/>
          </w:tcBorders>
          <w:tcMar>
            <w:top w:w="0" w:type="dxa"/>
            <w:left w:w="70" w:type="dxa"/>
            <w:bottom w:w="0" w:type="dxa"/>
            <w:right w:w="70" w:type="dxa"/>
          </w:tcMar>
        </w:tcPr>
        <w:p w14:paraId="75973FA7" w14:textId="77777777" w:rsidR="009C451F" w:rsidRDefault="009C451F">
          <w:pPr>
            <w:pStyle w:val="RdaliaLgende"/>
          </w:pPr>
          <w:r>
            <w:t>Acte d’engagement</w:t>
          </w:r>
        </w:p>
      </w:tc>
      <w:tc>
        <w:tcPr>
          <w:tcW w:w="3071" w:type="dxa"/>
          <w:tcBorders>
            <w:top w:val="single" w:sz="4" w:space="0" w:color="000000"/>
          </w:tcBorders>
          <w:tcMar>
            <w:top w:w="0" w:type="dxa"/>
            <w:left w:w="70" w:type="dxa"/>
            <w:bottom w:w="0" w:type="dxa"/>
            <w:right w:w="70" w:type="dxa"/>
          </w:tcMar>
        </w:tcPr>
        <w:p w14:paraId="4671ED9E" w14:textId="77777777" w:rsidR="009C451F" w:rsidRDefault="009C451F">
          <w:pPr>
            <w:pStyle w:val="RdaliaLgende"/>
          </w:pPr>
        </w:p>
      </w:tc>
      <w:tc>
        <w:tcPr>
          <w:tcW w:w="3071" w:type="dxa"/>
          <w:tcBorders>
            <w:top w:val="single" w:sz="4" w:space="0" w:color="000000"/>
          </w:tcBorders>
          <w:tcMar>
            <w:top w:w="0" w:type="dxa"/>
            <w:left w:w="70" w:type="dxa"/>
            <w:bottom w:w="0" w:type="dxa"/>
            <w:right w:w="70" w:type="dxa"/>
          </w:tcMar>
        </w:tcPr>
        <w:p w14:paraId="1BB59B4B" w14:textId="77777777" w:rsidR="009C451F" w:rsidRDefault="009C451F">
          <w:pPr>
            <w:pStyle w:val="RdaliaLgende"/>
            <w:jc w:val="right"/>
          </w:pPr>
          <w:r>
            <w:t xml:space="preserve">Page </w:t>
          </w:r>
          <w:r>
            <w:fldChar w:fldCharType="begin"/>
          </w:r>
          <w:r>
            <w:instrText xml:space="preserve"> PAGE </w:instrText>
          </w:r>
          <w:r>
            <w:fldChar w:fldCharType="separate"/>
          </w:r>
          <w:r>
            <w:t>9</w:t>
          </w:r>
          <w:r>
            <w:fldChar w:fldCharType="end"/>
          </w:r>
          <w:r>
            <w:t xml:space="preserve"> sur </w:t>
          </w:r>
          <w:r>
            <w:fldChar w:fldCharType="begin"/>
          </w:r>
          <w:r>
            <w:instrText xml:space="preserve"> NUMPAGES </w:instrText>
          </w:r>
          <w:r>
            <w:fldChar w:fldCharType="separate"/>
          </w:r>
          <w:r>
            <w:t>9</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F8170" w14:textId="77777777" w:rsidR="009C451F" w:rsidRDefault="009C451F">
      <w:r>
        <w:rPr>
          <w:color w:val="000000"/>
        </w:rPr>
        <w:separator/>
      </w:r>
    </w:p>
  </w:footnote>
  <w:footnote w:type="continuationSeparator" w:id="0">
    <w:p w14:paraId="2978BA94" w14:textId="77777777" w:rsidR="009C451F" w:rsidRDefault="009C4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6609AB" w14:paraId="75F089B0" w14:textId="77777777">
      <w:tc>
        <w:tcPr>
          <w:tcW w:w="3070" w:type="dxa"/>
          <w:tcBorders>
            <w:bottom w:val="single" w:sz="4" w:space="0" w:color="000000"/>
          </w:tcBorders>
          <w:tcMar>
            <w:top w:w="0" w:type="dxa"/>
            <w:left w:w="70" w:type="dxa"/>
            <w:bottom w:w="0" w:type="dxa"/>
            <w:right w:w="70" w:type="dxa"/>
          </w:tcMar>
        </w:tcPr>
        <w:p w14:paraId="35098EF1" w14:textId="77777777" w:rsidR="009C451F" w:rsidRDefault="009C451F">
          <w:pPr>
            <w:pStyle w:val="RdaliaLgende"/>
          </w:pPr>
        </w:p>
      </w:tc>
      <w:tc>
        <w:tcPr>
          <w:tcW w:w="3071" w:type="dxa"/>
          <w:tcBorders>
            <w:bottom w:val="single" w:sz="4" w:space="0" w:color="000000"/>
          </w:tcBorders>
          <w:tcMar>
            <w:top w:w="0" w:type="dxa"/>
            <w:left w:w="70" w:type="dxa"/>
            <w:bottom w:w="0" w:type="dxa"/>
            <w:right w:w="70" w:type="dxa"/>
          </w:tcMar>
        </w:tcPr>
        <w:p w14:paraId="4ABD794F" w14:textId="77777777" w:rsidR="009C451F" w:rsidRDefault="009C451F">
          <w:pPr>
            <w:pStyle w:val="RdaliaLgende"/>
          </w:pPr>
        </w:p>
      </w:tc>
      <w:tc>
        <w:tcPr>
          <w:tcW w:w="3071" w:type="dxa"/>
          <w:tcBorders>
            <w:bottom w:val="single" w:sz="4" w:space="0" w:color="000000"/>
          </w:tcBorders>
          <w:tcMar>
            <w:top w:w="0" w:type="dxa"/>
            <w:left w:w="70" w:type="dxa"/>
            <w:bottom w:w="0" w:type="dxa"/>
            <w:right w:w="70" w:type="dxa"/>
          </w:tcMar>
        </w:tcPr>
        <w:p w14:paraId="61E3A9A8" w14:textId="536B96D1" w:rsidR="009C451F" w:rsidRDefault="009C451F">
          <w:pPr>
            <w:pStyle w:val="RdaliaLgende"/>
            <w:jc w:val="right"/>
          </w:pPr>
          <w:r>
            <w:t>Procédure : 2026</w:t>
          </w:r>
          <w:r w:rsidR="00FB3282">
            <w:t>AC000034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8035B"/>
    <w:multiLevelType w:val="multilevel"/>
    <w:tmpl w:val="D41A62E4"/>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6BD5A58"/>
    <w:multiLevelType w:val="multilevel"/>
    <w:tmpl w:val="511E4A2C"/>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8766CA2"/>
    <w:multiLevelType w:val="multilevel"/>
    <w:tmpl w:val="A56828B0"/>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B021561"/>
    <w:multiLevelType w:val="multilevel"/>
    <w:tmpl w:val="DC30C71A"/>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B67503B"/>
    <w:multiLevelType w:val="multilevel"/>
    <w:tmpl w:val="4144603C"/>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2D4FDC"/>
    <w:multiLevelType w:val="multilevel"/>
    <w:tmpl w:val="F83A5E5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A8305C4"/>
    <w:multiLevelType w:val="singleLevel"/>
    <w:tmpl w:val="C76634F2"/>
    <w:lvl w:ilvl="0">
      <w:start w:val="3"/>
      <w:numFmt w:val="bullet"/>
      <w:lvlText w:val="-"/>
      <w:lvlJc w:val="left"/>
      <w:pPr>
        <w:tabs>
          <w:tab w:val="num" w:pos="927"/>
        </w:tabs>
        <w:ind w:left="927" w:hanging="360"/>
      </w:pPr>
      <w:rPr>
        <w:rFonts w:ascii="Times New Roman" w:hAnsi="Times New Roman" w:hint="default"/>
      </w:rPr>
    </w:lvl>
  </w:abstractNum>
  <w:abstractNum w:abstractNumId="7" w15:restartNumberingAfterBreak="0">
    <w:nsid w:val="4B066698"/>
    <w:multiLevelType w:val="multilevel"/>
    <w:tmpl w:val="3B30EF5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46C74F3"/>
    <w:multiLevelType w:val="multilevel"/>
    <w:tmpl w:val="511E4A2C"/>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89C1299"/>
    <w:multiLevelType w:val="multilevel"/>
    <w:tmpl w:val="3EDA8F34"/>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D9D11ED"/>
    <w:multiLevelType w:val="hybridMultilevel"/>
    <w:tmpl w:val="A134BB40"/>
    <w:lvl w:ilvl="0" w:tplc="BF8617BA">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190341"/>
    <w:multiLevelType w:val="hybridMultilevel"/>
    <w:tmpl w:val="FF6C76C8"/>
    <w:lvl w:ilvl="0" w:tplc="C76634F2">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380613"/>
    <w:multiLevelType w:val="multilevel"/>
    <w:tmpl w:val="5C2A3032"/>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71D53CD2"/>
    <w:multiLevelType w:val="multilevel"/>
    <w:tmpl w:val="DC065712"/>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080" w:hanging="36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783255C4"/>
    <w:multiLevelType w:val="multilevel"/>
    <w:tmpl w:val="013A478E"/>
    <w:lvl w:ilvl="0">
      <w:start w:val="4"/>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716275074">
    <w:abstractNumId w:val="7"/>
  </w:num>
  <w:num w:numId="2" w16cid:durableId="1755397786">
    <w:abstractNumId w:val="3"/>
  </w:num>
  <w:num w:numId="3" w16cid:durableId="1040319926">
    <w:abstractNumId w:val="12"/>
  </w:num>
  <w:num w:numId="4" w16cid:durableId="967011355">
    <w:abstractNumId w:val="5"/>
  </w:num>
  <w:num w:numId="5" w16cid:durableId="756487776">
    <w:abstractNumId w:val="2"/>
  </w:num>
  <w:num w:numId="6" w16cid:durableId="705254440">
    <w:abstractNumId w:val="0"/>
  </w:num>
  <w:num w:numId="7" w16cid:durableId="835849991">
    <w:abstractNumId w:val="9"/>
  </w:num>
  <w:num w:numId="8" w16cid:durableId="763301853">
    <w:abstractNumId w:val="4"/>
  </w:num>
  <w:num w:numId="9" w16cid:durableId="833380996">
    <w:abstractNumId w:val="5"/>
  </w:num>
  <w:num w:numId="10" w16cid:durableId="1551722156">
    <w:abstractNumId w:val="0"/>
  </w:num>
  <w:num w:numId="11" w16cid:durableId="2130470034">
    <w:abstractNumId w:val="1"/>
  </w:num>
  <w:num w:numId="12" w16cid:durableId="1530607698">
    <w:abstractNumId w:val="6"/>
  </w:num>
  <w:num w:numId="13" w16cid:durableId="51737721">
    <w:abstractNumId w:val="11"/>
  </w:num>
  <w:num w:numId="14" w16cid:durableId="1349716815">
    <w:abstractNumId w:val="8"/>
  </w:num>
  <w:num w:numId="15" w16cid:durableId="1647322266">
    <w:abstractNumId w:val="13"/>
  </w:num>
  <w:num w:numId="16" w16cid:durableId="1167983867">
    <w:abstractNumId w:val="14"/>
  </w:num>
  <w:num w:numId="17" w16cid:durableId="1200388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323"/>
    <w:rsid w:val="00563EF6"/>
    <w:rsid w:val="00773FF5"/>
    <w:rsid w:val="0087020E"/>
    <w:rsid w:val="008812EE"/>
    <w:rsid w:val="009C451F"/>
    <w:rsid w:val="00A542D5"/>
    <w:rsid w:val="00E16323"/>
    <w:rsid w:val="00F25F7D"/>
    <w:rsid w:val="00FB3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9965"/>
  <w15:docId w15:val="{CBD77021-A93A-488D-BCD6-580C34A68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numbering" w:customStyle="1" w:styleId="Outline1">
    <w:name w:val="Outline1"/>
    <w:basedOn w:val="Aucuneliste"/>
    <w:rsid w:val="0087020E"/>
    <w:pPr>
      <w:numPr>
        <w:numId w:val="11"/>
      </w:numPr>
    </w:pPr>
  </w:style>
  <w:style w:type="numbering" w:customStyle="1" w:styleId="Outline2">
    <w:name w:val="Outline2"/>
    <w:basedOn w:val="Aucuneliste"/>
    <w:rsid w:val="00870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lind\OneDrive%20-%20ADEME\prev17235271030725825531.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22</TotalTime>
  <Pages>9</Pages>
  <Words>1640</Words>
  <Characters>9022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VARLIN Delphine</cp:lastModifiedBy>
  <cp:revision>6</cp:revision>
  <dcterms:created xsi:type="dcterms:W3CDTF">2022-08-22T08:23:00Z</dcterms:created>
  <dcterms:modified xsi:type="dcterms:W3CDTF">2026-02-06T13:41:00Z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2026-02-04T11:03:36Z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5410ce91-4774-4378-b567-17cdb62644ad</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